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F0FC9" w14:textId="77777777" w:rsidR="00AE3439" w:rsidRPr="00A345A1" w:rsidRDefault="0068702D" w:rsidP="003433C8">
      <w:pPr>
        <w:pStyle w:val="NoSpacing"/>
        <w:tabs>
          <w:tab w:val="left" w:pos="1168"/>
          <w:tab w:val="right" w:pos="10800"/>
        </w:tabs>
        <w:rPr>
          <w:rFonts w:ascii="High Tower Text" w:hAnsi="High Tower Text"/>
          <w:sz w:val="40"/>
          <w:szCs w:val="40"/>
        </w:rPr>
      </w:pPr>
      <w:r>
        <w:rPr>
          <w:rFonts w:ascii="High Tower Text" w:hAnsi="High Tower Text"/>
          <w:noProof/>
          <w:sz w:val="40"/>
          <w:szCs w:val="40"/>
        </w:rPr>
        <w:drawing>
          <wp:inline distT="0" distB="0" distL="0" distR="0" wp14:anchorId="2CB94F75" wp14:editId="5C2A0E73">
            <wp:extent cx="2421584" cy="756745"/>
            <wp:effectExtent l="0" t="0" r="4445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rthland-Stacked-2C-SMALL-01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1874" b="11874"/>
                    <a:stretch/>
                  </pic:blipFill>
                  <pic:spPr>
                    <a:xfrm>
                      <a:off x="0" y="0"/>
                      <a:ext cx="2464218" cy="770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3439">
        <w:rPr>
          <w:rFonts w:ascii="High Tower Text" w:hAnsi="High Tower Text"/>
          <w:sz w:val="40"/>
          <w:szCs w:val="40"/>
        </w:rPr>
        <w:tab/>
      </w:r>
      <w:r w:rsidR="00CF6EA5" w:rsidRPr="00C56193">
        <w:rPr>
          <w:rFonts w:ascii="Verdana" w:hAnsi="Verdana"/>
          <w:sz w:val="32"/>
          <w:szCs w:val="32"/>
        </w:rPr>
        <w:t>Course Modification Form</w:t>
      </w:r>
    </w:p>
    <w:p w14:paraId="05902F37" w14:textId="77777777" w:rsidR="00290DEC" w:rsidRDefault="00290DEC" w:rsidP="003433C8">
      <w:pPr>
        <w:pStyle w:val="NoSpacing"/>
        <w:rPr>
          <w:noProof/>
        </w:rPr>
      </w:pPr>
    </w:p>
    <w:p w14:paraId="3ED21A4A" w14:textId="2FA5C556" w:rsidR="00AE3439" w:rsidRPr="006948CB" w:rsidRDefault="00E10F1E" w:rsidP="003433C8">
      <w:pPr>
        <w:pStyle w:val="NoSpacing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792E8A" wp14:editId="47FB3907">
                <wp:simplePos x="0" y="0"/>
                <wp:positionH relativeFrom="column">
                  <wp:posOffset>4710023</wp:posOffset>
                </wp:positionH>
                <wp:positionV relativeFrom="paragraph">
                  <wp:posOffset>99947</wp:posOffset>
                </wp:positionV>
                <wp:extent cx="2147570" cy="2501660"/>
                <wp:effectExtent l="0" t="0" r="24130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7570" cy="2501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374C075" w14:textId="77777777" w:rsidR="00240162" w:rsidRPr="00A009FE" w:rsidRDefault="00240162" w:rsidP="003433C8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A009FE">
                              <w:rPr>
                                <w:b/>
                              </w:rPr>
                              <w:t>Instructions:</w:t>
                            </w:r>
                          </w:p>
                          <w:p w14:paraId="3107EC2C" w14:textId="77777777" w:rsidR="00240162" w:rsidRDefault="00240162" w:rsidP="003433C8">
                            <w:pPr>
                              <w:pStyle w:val="NoSpacing"/>
                            </w:pPr>
                            <w:r>
                              <w:t>1. Complete form.</w:t>
                            </w:r>
                          </w:p>
                          <w:p w14:paraId="17FC1925" w14:textId="77777777" w:rsidR="00240162" w:rsidRDefault="0068702D" w:rsidP="003433C8">
                            <w:pPr>
                              <w:pStyle w:val="NoSpacing"/>
                            </w:pPr>
                            <w:r>
                              <w:t>2</w:t>
                            </w:r>
                            <w:r w:rsidR="00240162">
                              <w:t xml:space="preserve">. Save with </w:t>
                            </w:r>
                            <w:r w:rsidR="0064545F">
                              <w:t>document name in this format</w:t>
                            </w:r>
                            <w:r w:rsidR="0064545F" w:rsidRPr="0068702D">
                              <w:rPr>
                                <w:b/>
                              </w:rPr>
                              <w:t xml:space="preserve">: </w:t>
                            </w:r>
                            <w:r w:rsidR="0064545F" w:rsidRPr="008B05B3">
                              <w:t>Prefix</w:t>
                            </w:r>
                            <w:r w:rsidR="00432039">
                              <w:t>(space)</w:t>
                            </w:r>
                            <w:r w:rsidR="0064545F" w:rsidRPr="008B05B3">
                              <w:t xml:space="preserve">Number </w:t>
                            </w:r>
                            <w:r w:rsidR="008B05B3" w:rsidRPr="008B05B3">
                              <w:t xml:space="preserve">(space) </w:t>
                            </w:r>
                            <w:proofErr w:type="gramStart"/>
                            <w:r w:rsidR="008B05B3">
                              <w:t>C</w:t>
                            </w:r>
                            <w:r w:rsidR="0064545F" w:rsidRPr="008B05B3">
                              <w:t>urrent</w:t>
                            </w:r>
                            <w:r w:rsidR="008B05B3">
                              <w:t>C</w:t>
                            </w:r>
                            <w:r w:rsidR="0064545F" w:rsidRPr="008B05B3">
                              <w:t>ourse</w:t>
                            </w:r>
                            <w:r w:rsidR="008B05B3">
                              <w:t>T</w:t>
                            </w:r>
                            <w:r w:rsidR="0064545F" w:rsidRPr="008B05B3">
                              <w:t xml:space="preserve">itle </w:t>
                            </w:r>
                            <w:r w:rsidR="008B05B3" w:rsidRPr="008B05B3">
                              <w:t xml:space="preserve"> (</w:t>
                            </w:r>
                            <w:proofErr w:type="gramEnd"/>
                            <w:r w:rsidR="008B05B3" w:rsidRPr="008B05B3">
                              <w:t xml:space="preserve">space) </w:t>
                            </w:r>
                            <w:r w:rsidR="008B05B3">
                              <w:t xml:space="preserve">year-month-day </w:t>
                            </w:r>
                            <w:r w:rsidR="0064545F" w:rsidRPr="008B05B3">
                              <w:t>submitte</w:t>
                            </w:r>
                            <w:r w:rsidR="00A15224" w:rsidRPr="008B05B3">
                              <w:t>d</w:t>
                            </w:r>
                            <w:r w:rsidR="00A15224">
                              <w:t xml:space="preserve"> (ex. BIO</w:t>
                            </w:r>
                            <w:r w:rsidR="00432039">
                              <w:t xml:space="preserve"> </w:t>
                            </w:r>
                            <w:r w:rsidR="00A15224">
                              <w:t>126</w:t>
                            </w:r>
                            <w:r w:rsidR="008B05B3">
                              <w:t xml:space="preserve"> </w:t>
                            </w:r>
                            <w:r w:rsidR="00A15224">
                              <w:t>IntroBiology</w:t>
                            </w:r>
                            <w:r w:rsidR="008B05B3">
                              <w:t xml:space="preserve"> </w:t>
                            </w:r>
                            <w:r w:rsidR="00A15224">
                              <w:t>2021</w:t>
                            </w:r>
                            <w:r w:rsidR="0064545F">
                              <w:t>-01-08</w:t>
                            </w:r>
                            <w:r w:rsidR="00240162">
                              <w:t>).</w:t>
                            </w:r>
                          </w:p>
                          <w:p w14:paraId="3D5D6D05" w14:textId="77777777" w:rsidR="0068702D" w:rsidRDefault="0068702D" w:rsidP="0068702D">
                            <w:pPr>
                              <w:pStyle w:val="NoSpacing"/>
                            </w:pPr>
                            <w:r>
                              <w:t>3. Secure approval of Program Coordinator.</w:t>
                            </w:r>
                          </w:p>
                          <w:p w14:paraId="442C24B8" w14:textId="77777777" w:rsidR="00240162" w:rsidRDefault="0064545F" w:rsidP="003433C8">
                            <w:pPr>
                              <w:pStyle w:val="NoSpacing"/>
                            </w:pPr>
                            <w:r>
                              <w:t>4. Submit as email attachment to</w:t>
                            </w:r>
                            <w:r w:rsidR="00240162">
                              <w:t xml:space="preserve"> </w:t>
                            </w:r>
                            <w:hyperlink r:id="rId11" w:history="1">
                              <w:r w:rsidR="004561C3" w:rsidRPr="00C91033">
                                <w:rPr>
                                  <w:rStyle w:val="Hyperlink"/>
                                </w:rPr>
                                <w:t>registrar@northland.edu</w:t>
                              </w:r>
                            </w:hyperlink>
                            <w:r w:rsidR="00240162">
                              <w:t xml:space="preserve">.  </w:t>
                            </w:r>
                            <w:r>
                              <w:t>(Please include current prefix &amp; number in subject line.)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92E8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0.85pt;margin-top:7.85pt;width:169.1pt;height:19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" fillcolor="window" strokeweight=".5pt">
                <v:path arrowok="t"/>
                <v:textbox>
                  <w:txbxContent>
                    <w:p w14:paraId="0374C075" w14:textId="77777777" w:rsidR="00240162" w:rsidRPr="00A009FE" w:rsidRDefault="00240162" w:rsidP="003433C8">
                      <w:pPr>
                        <w:pStyle w:val="NoSpacing"/>
                        <w:rPr>
                          <w:b/>
                        </w:rPr>
                      </w:pPr>
                      <w:r w:rsidRPr="00A009FE">
                        <w:rPr>
                          <w:b/>
                        </w:rPr>
                        <w:t>Instructions:</w:t>
                      </w:r>
                    </w:p>
                    <w:p w14:paraId="3107EC2C" w14:textId="77777777" w:rsidR="00240162" w:rsidRDefault="00240162" w:rsidP="003433C8">
                      <w:pPr>
                        <w:pStyle w:val="NoSpacing"/>
                      </w:pPr>
                      <w:r>
                        <w:t>1. Complete form.</w:t>
                      </w:r>
                    </w:p>
                    <w:p w14:paraId="17FC1925" w14:textId="77777777" w:rsidR="00240162" w:rsidRDefault="0068702D" w:rsidP="003433C8">
                      <w:pPr>
                        <w:pStyle w:val="NoSpacing"/>
                      </w:pPr>
                      <w:r>
                        <w:t>2</w:t>
                      </w:r>
                      <w:r w:rsidR="00240162">
                        <w:t xml:space="preserve">. Save with </w:t>
                      </w:r>
                      <w:r w:rsidR="0064545F">
                        <w:t>document name in this format</w:t>
                      </w:r>
                      <w:r w:rsidR="0064545F" w:rsidRPr="0068702D">
                        <w:rPr>
                          <w:b/>
                        </w:rPr>
                        <w:t xml:space="preserve">: </w:t>
                      </w:r>
                      <w:r w:rsidR="0064545F" w:rsidRPr="008B05B3">
                        <w:t>Prefix</w:t>
                      </w:r>
                      <w:r w:rsidR="00432039">
                        <w:t>(space)</w:t>
                      </w:r>
                      <w:r w:rsidR="0064545F" w:rsidRPr="008B05B3">
                        <w:t xml:space="preserve">Number </w:t>
                      </w:r>
                      <w:r w:rsidR="008B05B3" w:rsidRPr="008B05B3">
                        <w:t xml:space="preserve">(space) </w:t>
                      </w:r>
                      <w:proofErr w:type="gramStart"/>
                      <w:r w:rsidR="008B05B3">
                        <w:t>C</w:t>
                      </w:r>
                      <w:r w:rsidR="0064545F" w:rsidRPr="008B05B3">
                        <w:t>urrent</w:t>
                      </w:r>
                      <w:r w:rsidR="008B05B3">
                        <w:t>C</w:t>
                      </w:r>
                      <w:r w:rsidR="0064545F" w:rsidRPr="008B05B3">
                        <w:t>ourse</w:t>
                      </w:r>
                      <w:r w:rsidR="008B05B3">
                        <w:t>T</w:t>
                      </w:r>
                      <w:r w:rsidR="0064545F" w:rsidRPr="008B05B3">
                        <w:t xml:space="preserve">itle </w:t>
                      </w:r>
                      <w:r w:rsidR="008B05B3" w:rsidRPr="008B05B3">
                        <w:t xml:space="preserve"> (</w:t>
                      </w:r>
                      <w:proofErr w:type="gramEnd"/>
                      <w:r w:rsidR="008B05B3" w:rsidRPr="008B05B3">
                        <w:t xml:space="preserve">space) </w:t>
                      </w:r>
                      <w:r w:rsidR="008B05B3">
                        <w:t xml:space="preserve">year-month-day </w:t>
                      </w:r>
                      <w:r w:rsidR="0064545F" w:rsidRPr="008B05B3">
                        <w:t>submitte</w:t>
                      </w:r>
                      <w:r w:rsidR="00A15224" w:rsidRPr="008B05B3">
                        <w:t>d</w:t>
                      </w:r>
                      <w:r w:rsidR="00A15224">
                        <w:t xml:space="preserve"> (ex. BIO</w:t>
                      </w:r>
                      <w:r w:rsidR="00432039">
                        <w:t xml:space="preserve"> </w:t>
                      </w:r>
                      <w:r w:rsidR="00A15224">
                        <w:t>126</w:t>
                      </w:r>
                      <w:r w:rsidR="008B05B3">
                        <w:t xml:space="preserve"> </w:t>
                      </w:r>
                      <w:r w:rsidR="00A15224">
                        <w:t>IntroBiology</w:t>
                      </w:r>
                      <w:r w:rsidR="008B05B3">
                        <w:t xml:space="preserve"> </w:t>
                      </w:r>
                      <w:r w:rsidR="00A15224">
                        <w:t>2021</w:t>
                      </w:r>
                      <w:r w:rsidR="0064545F">
                        <w:t>-01-08</w:t>
                      </w:r>
                      <w:r w:rsidR="00240162">
                        <w:t>).</w:t>
                      </w:r>
                    </w:p>
                    <w:p w14:paraId="3D5D6D05" w14:textId="77777777" w:rsidR="0068702D" w:rsidRDefault="0068702D" w:rsidP="0068702D">
                      <w:pPr>
                        <w:pStyle w:val="NoSpacing"/>
                      </w:pPr>
                      <w:r>
                        <w:t>3. Secure approval of Program Coordinator.</w:t>
                      </w:r>
                    </w:p>
                    <w:p w14:paraId="442C24B8" w14:textId="77777777" w:rsidR="00240162" w:rsidRDefault="0064545F" w:rsidP="003433C8">
                      <w:pPr>
                        <w:pStyle w:val="NoSpacing"/>
                      </w:pPr>
                      <w:r>
                        <w:t>4. Submit as email attachment to</w:t>
                      </w:r>
                      <w:r w:rsidR="00240162">
                        <w:t xml:space="preserve"> </w:t>
                      </w:r>
                      <w:hyperlink r:id="rId12" w:history="1">
                        <w:r w:rsidR="004561C3" w:rsidRPr="00C91033">
                          <w:rPr>
                            <w:rStyle w:val="Hyperlink"/>
                          </w:rPr>
                          <w:t>registrar@northland.edu</w:t>
                        </w:r>
                      </w:hyperlink>
                      <w:r w:rsidR="00240162">
                        <w:t xml:space="preserve">.  </w:t>
                      </w:r>
                      <w:r>
                        <w:t>(Please include current prefix &amp; number in subject line.)</w:t>
                      </w:r>
                    </w:p>
                  </w:txbxContent>
                </v:textbox>
              </v:shape>
            </w:pict>
          </mc:Fallback>
        </mc:AlternateContent>
      </w:r>
      <w:r w:rsidR="00B4578A">
        <w:rPr>
          <w:noProof/>
        </w:rPr>
        <w:t>Use tab to move between fields</w:t>
      </w:r>
      <w:r w:rsidR="00A02447">
        <w:rPr>
          <w:noProof/>
        </w:rPr>
        <w:t>.</w:t>
      </w:r>
      <w:r w:rsidR="006948CB">
        <w:rPr>
          <w:noProof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3690"/>
      </w:tblGrid>
      <w:tr w:rsidR="00AE3439" w:rsidRPr="00E75542" w14:paraId="55053780" w14:textId="77777777" w:rsidTr="00E75542">
        <w:trPr>
          <w:trHeight w:val="432"/>
        </w:trPr>
        <w:tc>
          <w:tcPr>
            <w:tcW w:w="7398" w:type="dxa"/>
            <w:gridSpan w:val="2"/>
            <w:shd w:val="clear" w:color="auto" w:fill="B8CCE4"/>
          </w:tcPr>
          <w:p w14:paraId="1D4757EF" w14:textId="77777777" w:rsidR="00AE3439" w:rsidRPr="00E75542" w:rsidRDefault="00AE3439" w:rsidP="003433C8">
            <w:pPr>
              <w:pStyle w:val="NoSpacing"/>
              <w:rPr>
                <w:rFonts w:cs="Calibri"/>
                <w:sz w:val="28"/>
                <w:szCs w:val="28"/>
              </w:rPr>
            </w:pPr>
            <w:r w:rsidRPr="00E75542">
              <w:rPr>
                <w:rFonts w:cs="Calibri"/>
                <w:sz w:val="28"/>
                <w:szCs w:val="28"/>
              </w:rPr>
              <w:t>Current Information</w:t>
            </w:r>
          </w:p>
        </w:tc>
      </w:tr>
      <w:tr w:rsidR="00AE3439" w:rsidRPr="00E75542" w14:paraId="117B319A" w14:textId="77777777" w:rsidTr="00E75542">
        <w:trPr>
          <w:trHeight w:val="432"/>
        </w:trPr>
        <w:tc>
          <w:tcPr>
            <w:tcW w:w="3708" w:type="dxa"/>
            <w:shd w:val="clear" w:color="auto" w:fill="auto"/>
          </w:tcPr>
          <w:p w14:paraId="442F14DF" w14:textId="77777777" w:rsidR="00AE3439" w:rsidRPr="00E75542" w:rsidRDefault="008C5E35" w:rsidP="00A418E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Prefix: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3690" w:type="dxa"/>
            <w:shd w:val="clear" w:color="auto" w:fill="auto"/>
          </w:tcPr>
          <w:p w14:paraId="5D409403" w14:textId="77777777" w:rsidR="00AE3439" w:rsidRPr="00E75542" w:rsidRDefault="00AE3439" w:rsidP="00130684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Number: </w:t>
            </w:r>
            <w:r w:rsidR="008C5E35">
              <w:rPr>
                <w:rFonts w:cs="Calibri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8C5E35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8C5E35">
              <w:rPr>
                <w:rFonts w:cs="Calibri"/>
                <w:sz w:val="24"/>
                <w:szCs w:val="24"/>
              </w:rPr>
            </w:r>
            <w:r w:rsidR="008C5E35">
              <w:rPr>
                <w:rFonts w:cs="Calibri"/>
                <w:sz w:val="24"/>
                <w:szCs w:val="24"/>
              </w:rPr>
              <w:fldChar w:fldCharType="separate"/>
            </w:r>
            <w:r w:rsidR="00130684">
              <w:rPr>
                <w:rFonts w:cs="Calibri"/>
                <w:sz w:val="24"/>
                <w:szCs w:val="24"/>
              </w:rPr>
              <w:t> </w:t>
            </w:r>
            <w:r w:rsidR="00130684">
              <w:rPr>
                <w:rFonts w:cs="Calibri"/>
                <w:sz w:val="24"/>
                <w:szCs w:val="24"/>
              </w:rPr>
              <w:t> </w:t>
            </w:r>
            <w:r w:rsidR="00130684">
              <w:rPr>
                <w:rFonts w:cs="Calibri"/>
                <w:sz w:val="24"/>
                <w:szCs w:val="24"/>
              </w:rPr>
              <w:t> </w:t>
            </w:r>
            <w:r w:rsidR="00130684">
              <w:rPr>
                <w:rFonts w:cs="Calibri"/>
                <w:sz w:val="24"/>
                <w:szCs w:val="24"/>
              </w:rPr>
              <w:t> </w:t>
            </w:r>
            <w:r w:rsidR="00130684">
              <w:rPr>
                <w:rFonts w:cs="Calibri"/>
                <w:sz w:val="24"/>
                <w:szCs w:val="24"/>
              </w:rPr>
              <w:t> </w:t>
            </w:r>
            <w:r w:rsidR="008C5E35">
              <w:rPr>
                <w:rFonts w:cs="Calibri"/>
                <w:sz w:val="24"/>
                <w:szCs w:val="24"/>
              </w:rPr>
              <w:fldChar w:fldCharType="end"/>
            </w:r>
            <w:bookmarkEnd w:id="1"/>
          </w:p>
        </w:tc>
      </w:tr>
      <w:tr w:rsidR="00AE3439" w:rsidRPr="00E75542" w14:paraId="0272E613" w14:textId="77777777" w:rsidTr="00E75542">
        <w:trPr>
          <w:trHeight w:val="432"/>
        </w:trPr>
        <w:tc>
          <w:tcPr>
            <w:tcW w:w="7398" w:type="dxa"/>
            <w:gridSpan w:val="2"/>
            <w:shd w:val="clear" w:color="auto" w:fill="auto"/>
          </w:tcPr>
          <w:p w14:paraId="3E2A93BF" w14:textId="77777777" w:rsidR="00AE3439" w:rsidRPr="00E75542" w:rsidRDefault="00AE3439" w:rsidP="00A418EB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Credit(s): </w:t>
            </w:r>
            <w:r w:rsidR="008C5E35">
              <w:rPr>
                <w:rFonts w:cs="Calibri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8C5E35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8C5E35">
              <w:rPr>
                <w:rFonts w:cs="Calibri"/>
                <w:sz w:val="24"/>
                <w:szCs w:val="24"/>
              </w:rPr>
            </w:r>
            <w:r w:rsidR="008C5E35">
              <w:rPr>
                <w:rFonts w:cs="Calibri"/>
                <w:sz w:val="24"/>
                <w:szCs w:val="24"/>
              </w:rPr>
              <w:fldChar w:fldCharType="separate"/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8C5E35">
              <w:rPr>
                <w:rFonts w:cs="Calibri"/>
                <w:sz w:val="24"/>
                <w:szCs w:val="24"/>
              </w:rPr>
              <w:fldChar w:fldCharType="end"/>
            </w:r>
            <w:bookmarkEnd w:id="2"/>
          </w:p>
        </w:tc>
      </w:tr>
      <w:tr w:rsidR="0064467D" w:rsidRPr="00E75542" w14:paraId="184BAFE4" w14:textId="77777777" w:rsidTr="00E75542">
        <w:trPr>
          <w:trHeight w:val="432"/>
        </w:trPr>
        <w:tc>
          <w:tcPr>
            <w:tcW w:w="7398" w:type="dxa"/>
            <w:gridSpan w:val="2"/>
            <w:shd w:val="clear" w:color="auto" w:fill="auto"/>
          </w:tcPr>
          <w:p w14:paraId="0CF118A8" w14:textId="77777777" w:rsidR="0064467D" w:rsidRPr="00E75542" w:rsidRDefault="0064467D" w:rsidP="00A418EB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Title: </w:t>
            </w:r>
            <w:r w:rsidR="008C5E35">
              <w:rPr>
                <w:rFonts w:cs="Calibri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="008C5E35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8C5E35">
              <w:rPr>
                <w:rFonts w:cs="Calibri"/>
                <w:sz w:val="24"/>
                <w:szCs w:val="24"/>
              </w:rPr>
            </w:r>
            <w:r w:rsidR="008C5E35">
              <w:rPr>
                <w:rFonts w:cs="Calibri"/>
                <w:sz w:val="24"/>
                <w:szCs w:val="24"/>
              </w:rPr>
              <w:fldChar w:fldCharType="separate"/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8C5E35">
              <w:rPr>
                <w:rFonts w:cs="Calibri"/>
                <w:sz w:val="24"/>
                <w:szCs w:val="24"/>
              </w:rPr>
              <w:fldChar w:fldCharType="end"/>
            </w:r>
            <w:bookmarkEnd w:id="3"/>
          </w:p>
        </w:tc>
      </w:tr>
      <w:tr w:rsidR="00AE3439" w:rsidRPr="00E75542" w14:paraId="75086F27" w14:textId="77777777" w:rsidTr="00E75542">
        <w:trPr>
          <w:trHeight w:val="432"/>
        </w:trPr>
        <w:tc>
          <w:tcPr>
            <w:tcW w:w="7398" w:type="dxa"/>
            <w:gridSpan w:val="2"/>
            <w:shd w:val="clear" w:color="auto" w:fill="B8CCE4"/>
          </w:tcPr>
          <w:p w14:paraId="2AA7738B" w14:textId="77777777" w:rsidR="00AE3439" w:rsidRPr="00E75542" w:rsidRDefault="00EA4809" w:rsidP="00240162">
            <w:pPr>
              <w:pStyle w:val="NoSpacing"/>
              <w:rPr>
                <w:rFonts w:ascii="High Tower Text" w:hAnsi="High Tower Text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Proposed Information </w:t>
            </w:r>
            <w:r w:rsidR="00AD4768">
              <w:rPr>
                <w:rFonts w:cs="Calibri"/>
                <w:sz w:val="28"/>
                <w:szCs w:val="28"/>
              </w:rPr>
              <w:t>(</w:t>
            </w:r>
            <w:r w:rsidR="00AE3439" w:rsidRPr="00E75542">
              <w:rPr>
                <w:rFonts w:cs="Calibri"/>
              </w:rPr>
              <w:t xml:space="preserve">If same </w:t>
            </w:r>
            <w:r w:rsidR="00AD4768">
              <w:rPr>
                <w:rFonts w:cs="Calibri"/>
              </w:rPr>
              <w:t xml:space="preserve">as current, please skip </w:t>
            </w:r>
            <w:r w:rsidR="00240162" w:rsidRPr="00E75542">
              <w:rPr>
                <w:rFonts w:cs="Calibri"/>
              </w:rPr>
              <w:t>this section</w:t>
            </w:r>
            <w:r w:rsidR="0070170A" w:rsidRPr="00E75542">
              <w:rPr>
                <w:rFonts w:cs="Calibri"/>
              </w:rPr>
              <w:t>.</w:t>
            </w:r>
            <w:r w:rsidR="00AD4768">
              <w:rPr>
                <w:rFonts w:cs="Calibri"/>
              </w:rPr>
              <w:t>)</w:t>
            </w:r>
          </w:p>
        </w:tc>
      </w:tr>
      <w:tr w:rsidR="00AE3439" w:rsidRPr="00E75542" w14:paraId="28CE4D7D" w14:textId="77777777" w:rsidTr="00E75542">
        <w:trPr>
          <w:trHeight w:val="432"/>
        </w:trPr>
        <w:tc>
          <w:tcPr>
            <w:tcW w:w="3708" w:type="dxa"/>
            <w:shd w:val="clear" w:color="auto" w:fill="auto"/>
          </w:tcPr>
          <w:p w14:paraId="5F9D1095" w14:textId="77777777" w:rsidR="00AE3439" w:rsidRPr="00E75542" w:rsidRDefault="00AE3439" w:rsidP="006948CB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Prefix: </w:t>
            </w:r>
            <w:r w:rsidR="006948CB">
              <w:rPr>
                <w:rFonts w:cs="Calibri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6948CB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6948CB">
              <w:rPr>
                <w:rFonts w:cs="Calibri"/>
                <w:sz w:val="24"/>
                <w:szCs w:val="24"/>
              </w:rPr>
            </w:r>
            <w:r w:rsidR="006948CB">
              <w:rPr>
                <w:rFonts w:cs="Calibri"/>
                <w:sz w:val="24"/>
                <w:szCs w:val="24"/>
              </w:rPr>
              <w:fldChar w:fldCharType="separate"/>
            </w:r>
            <w:r w:rsidR="006948CB">
              <w:rPr>
                <w:rFonts w:cs="Calibri"/>
                <w:noProof/>
                <w:sz w:val="24"/>
                <w:szCs w:val="24"/>
              </w:rPr>
              <w:t> </w:t>
            </w:r>
            <w:r w:rsidR="006948CB">
              <w:rPr>
                <w:rFonts w:cs="Calibri"/>
                <w:noProof/>
                <w:sz w:val="24"/>
                <w:szCs w:val="24"/>
              </w:rPr>
              <w:t> </w:t>
            </w:r>
            <w:r w:rsidR="006948CB">
              <w:rPr>
                <w:rFonts w:cs="Calibri"/>
                <w:noProof/>
                <w:sz w:val="24"/>
                <w:szCs w:val="24"/>
              </w:rPr>
              <w:t> </w:t>
            </w:r>
            <w:r w:rsidR="006948CB">
              <w:rPr>
                <w:rFonts w:cs="Calibri"/>
                <w:noProof/>
                <w:sz w:val="24"/>
                <w:szCs w:val="24"/>
              </w:rPr>
              <w:t> </w:t>
            </w:r>
            <w:r w:rsidR="006948CB">
              <w:rPr>
                <w:rFonts w:cs="Calibri"/>
                <w:noProof/>
                <w:sz w:val="24"/>
                <w:szCs w:val="24"/>
              </w:rPr>
              <w:t> </w:t>
            </w:r>
            <w:r w:rsidR="006948CB">
              <w:rPr>
                <w:rFonts w:cs="Calibri"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3690" w:type="dxa"/>
            <w:shd w:val="clear" w:color="auto" w:fill="auto"/>
          </w:tcPr>
          <w:p w14:paraId="27920B75" w14:textId="77777777" w:rsidR="00AE3439" w:rsidRPr="00E75542" w:rsidRDefault="00AE3439" w:rsidP="00A418EB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Number: </w:t>
            </w:r>
            <w:r w:rsidR="008C5E35">
              <w:rPr>
                <w:rFonts w:cs="Calibri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8C5E35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8C5E35">
              <w:rPr>
                <w:rFonts w:cs="Calibri"/>
                <w:sz w:val="24"/>
                <w:szCs w:val="24"/>
              </w:rPr>
            </w:r>
            <w:r w:rsidR="008C5E35">
              <w:rPr>
                <w:rFonts w:cs="Calibri"/>
                <w:sz w:val="24"/>
                <w:szCs w:val="24"/>
              </w:rPr>
              <w:fldChar w:fldCharType="separate"/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8C5E35">
              <w:rPr>
                <w:rFonts w:cs="Calibri"/>
                <w:sz w:val="24"/>
                <w:szCs w:val="24"/>
              </w:rPr>
              <w:fldChar w:fldCharType="end"/>
            </w:r>
            <w:bookmarkEnd w:id="5"/>
          </w:p>
        </w:tc>
      </w:tr>
      <w:tr w:rsidR="00AE3439" w:rsidRPr="00E75542" w14:paraId="6F8155F0" w14:textId="77777777" w:rsidTr="00E75542">
        <w:trPr>
          <w:trHeight w:val="432"/>
        </w:trPr>
        <w:tc>
          <w:tcPr>
            <w:tcW w:w="7398" w:type="dxa"/>
            <w:gridSpan w:val="2"/>
            <w:shd w:val="clear" w:color="auto" w:fill="auto"/>
          </w:tcPr>
          <w:p w14:paraId="0D7F80EA" w14:textId="77777777" w:rsidR="00AE3439" w:rsidRPr="00E75542" w:rsidRDefault="00AE3439" w:rsidP="00A418EB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Credit(s): </w:t>
            </w:r>
            <w:r w:rsidR="008C5E35">
              <w:rPr>
                <w:rFonts w:cs="Calibri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8C5E35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8C5E35">
              <w:rPr>
                <w:rFonts w:cs="Calibri"/>
                <w:sz w:val="24"/>
                <w:szCs w:val="24"/>
              </w:rPr>
            </w:r>
            <w:r w:rsidR="008C5E35">
              <w:rPr>
                <w:rFonts w:cs="Calibri"/>
                <w:sz w:val="24"/>
                <w:szCs w:val="24"/>
              </w:rPr>
              <w:fldChar w:fldCharType="separate"/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8C5E35">
              <w:rPr>
                <w:rFonts w:cs="Calibri"/>
                <w:sz w:val="24"/>
                <w:szCs w:val="24"/>
              </w:rPr>
              <w:fldChar w:fldCharType="end"/>
            </w:r>
            <w:bookmarkEnd w:id="6"/>
          </w:p>
        </w:tc>
      </w:tr>
      <w:tr w:rsidR="0064467D" w:rsidRPr="00E75542" w14:paraId="347D3ED5" w14:textId="77777777" w:rsidTr="00E75542">
        <w:trPr>
          <w:trHeight w:val="432"/>
        </w:trPr>
        <w:tc>
          <w:tcPr>
            <w:tcW w:w="7398" w:type="dxa"/>
            <w:gridSpan w:val="2"/>
            <w:shd w:val="clear" w:color="auto" w:fill="auto"/>
          </w:tcPr>
          <w:p w14:paraId="4FCADC96" w14:textId="77777777" w:rsidR="0064467D" w:rsidRPr="00E75542" w:rsidRDefault="0064467D" w:rsidP="00EA4809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Title: </w:t>
            </w:r>
            <w:r w:rsidR="00EA4809">
              <w:rPr>
                <w:rFonts w:cs="Calibri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7" w:name="Text8"/>
            <w:r w:rsidR="00EA4809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EA4809">
              <w:rPr>
                <w:rFonts w:cs="Calibri"/>
                <w:sz w:val="24"/>
                <w:szCs w:val="24"/>
              </w:rPr>
            </w:r>
            <w:r w:rsidR="00EA4809">
              <w:rPr>
                <w:rFonts w:cs="Calibri"/>
                <w:sz w:val="24"/>
                <w:szCs w:val="24"/>
              </w:rPr>
              <w:fldChar w:fldCharType="separate"/>
            </w:r>
            <w:r w:rsidR="00EA4809">
              <w:rPr>
                <w:rFonts w:cs="Calibri"/>
                <w:noProof/>
                <w:sz w:val="24"/>
                <w:szCs w:val="24"/>
              </w:rPr>
              <w:t> </w:t>
            </w:r>
            <w:r w:rsidR="00EA4809">
              <w:rPr>
                <w:rFonts w:cs="Calibri"/>
                <w:noProof/>
                <w:sz w:val="24"/>
                <w:szCs w:val="24"/>
              </w:rPr>
              <w:t> </w:t>
            </w:r>
            <w:r w:rsidR="00EA4809">
              <w:rPr>
                <w:rFonts w:cs="Calibri"/>
                <w:noProof/>
                <w:sz w:val="24"/>
                <w:szCs w:val="24"/>
              </w:rPr>
              <w:t> </w:t>
            </w:r>
            <w:r w:rsidR="00EA4809">
              <w:rPr>
                <w:rFonts w:cs="Calibri"/>
                <w:noProof/>
                <w:sz w:val="24"/>
                <w:szCs w:val="24"/>
              </w:rPr>
              <w:t> </w:t>
            </w:r>
            <w:r w:rsidR="00EA4809">
              <w:rPr>
                <w:rFonts w:cs="Calibri"/>
                <w:noProof/>
                <w:sz w:val="24"/>
                <w:szCs w:val="24"/>
              </w:rPr>
              <w:t> </w:t>
            </w:r>
            <w:r w:rsidR="00EA4809">
              <w:rPr>
                <w:rFonts w:cs="Calibri"/>
                <w:sz w:val="24"/>
                <w:szCs w:val="24"/>
              </w:rPr>
              <w:fldChar w:fldCharType="end"/>
            </w:r>
            <w:bookmarkEnd w:id="7"/>
          </w:p>
        </w:tc>
      </w:tr>
    </w:tbl>
    <w:p w14:paraId="43E05123" w14:textId="1D345927" w:rsidR="00AE3439" w:rsidRDefault="00AE3439" w:rsidP="003433C8">
      <w:pPr>
        <w:pStyle w:val="NoSpacing"/>
        <w:rPr>
          <w:rFonts w:cs="Calibri"/>
          <w:sz w:val="28"/>
          <w:szCs w:val="28"/>
        </w:rPr>
      </w:pPr>
    </w:p>
    <w:p w14:paraId="7C4CF6D2" w14:textId="77777777" w:rsidR="00290DEC" w:rsidRDefault="00290DEC" w:rsidP="003433C8">
      <w:pPr>
        <w:pStyle w:val="NoSpacing"/>
        <w:rPr>
          <w:rFonts w:cs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A25E10" w:rsidRPr="00E75542" w14:paraId="76FAA134" w14:textId="77777777" w:rsidTr="009707C6">
        <w:trPr>
          <w:trHeight w:val="350"/>
        </w:trPr>
        <w:tc>
          <w:tcPr>
            <w:tcW w:w="11016" w:type="dxa"/>
            <w:shd w:val="clear" w:color="auto" w:fill="BDD6EE"/>
          </w:tcPr>
          <w:p w14:paraId="0F958ACD" w14:textId="77777777" w:rsidR="00A25E10" w:rsidRPr="00A25E10" w:rsidRDefault="00A25E10" w:rsidP="00A25E10">
            <w:pPr>
              <w:pStyle w:val="NoSpacing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Desired implementation d</w:t>
            </w:r>
            <w:r w:rsidRPr="00E75542">
              <w:rPr>
                <w:rFonts w:cs="Calibri"/>
                <w:b/>
                <w:sz w:val="24"/>
                <w:szCs w:val="24"/>
              </w:rPr>
              <w:t>ate</w:t>
            </w:r>
            <w:r>
              <w:rPr>
                <w:rFonts w:cs="Calibri"/>
                <w:b/>
                <w:sz w:val="24"/>
                <w:szCs w:val="24"/>
              </w:rPr>
              <w:t xml:space="preserve"> for changes described below</w:t>
            </w:r>
            <w:r w:rsidR="00CD5AE5">
              <w:rPr>
                <w:rFonts w:cs="Calibri"/>
                <w:b/>
                <w:sz w:val="24"/>
                <w:szCs w:val="24"/>
              </w:rPr>
              <w:t xml:space="preserve"> (please enter academic year and term)</w:t>
            </w:r>
          </w:p>
        </w:tc>
      </w:tr>
      <w:tr w:rsidR="00A25E10" w:rsidRPr="00E75542" w14:paraId="1757B5A5" w14:textId="77777777" w:rsidTr="002375E3">
        <w:trPr>
          <w:trHeight w:val="350"/>
        </w:trPr>
        <w:tc>
          <w:tcPr>
            <w:tcW w:w="11016" w:type="dxa"/>
            <w:shd w:val="clear" w:color="auto" w:fill="auto"/>
          </w:tcPr>
          <w:p w14:paraId="080733B7" w14:textId="77777777" w:rsidR="00A25E10" w:rsidRPr="00E75542" w:rsidRDefault="008B05B3" w:rsidP="00B9384F">
            <w:pPr>
              <w:pStyle w:val="NoSpacing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</w:tbl>
    <w:p w14:paraId="1AE03D55" w14:textId="77777777" w:rsidR="00A25E10" w:rsidRPr="00E75542" w:rsidRDefault="00A25E10" w:rsidP="003433C8">
      <w:pPr>
        <w:pStyle w:val="NoSpacing"/>
        <w:rPr>
          <w:rFonts w:cs="Calibri"/>
          <w:sz w:val="28"/>
          <w:szCs w:val="28"/>
        </w:rPr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5760"/>
        <w:gridCol w:w="1181"/>
        <w:gridCol w:w="3967"/>
      </w:tblGrid>
      <w:tr w:rsidR="00AE3439" w:rsidRPr="00E75542" w14:paraId="63AF4E20" w14:textId="77777777" w:rsidTr="008C5E35">
        <w:tc>
          <w:tcPr>
            <w:tcW w:w="10908" w:type="dxa"/>
            <w:gridSpan w:val="3"/>
            <w:shd w:val="clear" w:color="auto" w:fill="B8CCE4"/>
          </w:tcPr>
          <w:p w14:paraId="279D96CF" w14:textId="77777777" w:rsidR="00AE3439" w:rsidRPr="00E75542" w:rsidRDefault="00AE3439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mallCaps/>
                <w:sz w:val="28"/>
                <w:szCs w:val="28"/>
              </w:rPr>
              <w:t>T</w:t>
            </w:r>
            <w:r w:rsidRPr="00E75542">
              <w:rPr>
                <w:rFonts w:cs="Calibri"/>
                <w:sz w:val="28"/>
                <w:szCs w:val="28"/>
              </w:rPr>
              <w:t>his request is for</w:t>
            </w:r>
            <w:r w:rsidR="00240162" w:rsidRPr="00E75542">
              <w:rPr>
                <w:rFonts w:cs="Calibri"/>
                <w:sz w:val="28"/>
                <w:szCs w:val="28"/>
              </w:rPr>
              <w:t xml:space="preserve">: </w:t>
            </w:r>
            <w:r w:rsidR="00FB4631">
              <w:rPr>
                <w:rFonts w:cs="Calibri"/>
                <w:sz w:val="20"/>
                <w:szCs w:val="20"/>
              </w:rPr>
              <w:t xml:space="preserve">Use an “X” to identify </w:t>
            </w:r>
            <w:r w:rsidR="008C5E35">
              <w:rPr>
                <w:rFonts w:cs="Calibri"/>
                <w:sz w:val="20"/>
                <w:szCs w:val="20"/>
              </w:rPr>
              <w:t>all that apply or select from dropdown menu</w:t>
            </w:r>
          </w:p>
        </w:tc>
      </w:tr>
      <w:tr w:rsidR="00A42698" w:rsidRPr="00E75542" w14:paraId="60358471" w14:textId="77777777" w:rsidTr="00CD5AE5">
        <w:trPr>
          <w:trHeight w:val="317"/>
        </w:trPr>
        <w:tc>
          <w:tcPr>
            <w:tcW w:w="6941" w:type="dxa"/>
            <w:gridSpan w:val="2"/>
            <w:shd w:val="clear" w:color="auto" w:fill="auto"/>
          </w:tcPr>
          <w:p w14:paraId="5755140A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Change in course prefix</w:t>
            </w:r>
          </w:p>
        </w:tc>
        <w:tc>
          <w:tcPr>
            <w:tcW w:w="3967" w:type="dxa"/>
            <w:shd w:val="clear" w:color="auto" w:fill="auto"/>
          </w:tcPr>
          <w:p w14:paraId="75EEAB7B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heck3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8"/>
          </w:p>
        </w:tc>
      </w:tr>
      <w:tr w:rsidR="00A42698" w:rsidRPr="00E75542" w14:paraId="72E24960" w14:textId="77777777" w:rsidTr="00CD5AE5">
        <w:trPr>
          <w:trHeight w:val="317"/>
        </w:trPr>
        <w:tc>
          <w:tcPr>
            <w:tcW w:w="6941" w:type="dxa"/>
            <w:gridSpan w:val="2"/>
            <w:shd w:val="clear" w:color="auto" w:fill="auto"/>
          </w:tcPr>
          <w:p w14:paraId="0026DF83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Change in course number</w:t>
            </w:r>
          </w:p>
        </w:tc>
        <w:tc>
          <w:tcPr>
            <w:tcW w:w="3967" w:type="dxa"/>
            <w:shd w:val="clear" w:color="auto" w:fill="auto"/>
          </w:tcPr>
          <w:p w14:paraId="6E594CC0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5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9"/>
          </w:p>
        </w:tc>
      </w:tr>
      <w:tr w:rsidR="00A42698" w:rsidRPr="00E75542" w14:paraId="068DB7B5" w14:textId="77777777" w:rsidTr="00CD5AE5">
        <w:trPr>
          <w:trHeight w:val="317"/>
        </w:trPr>
        <w:tc>
          <w:tcPr>
            <w:tcW w:w="6941" w:type="dxa"/>
            <w:gridSpan w:val="2"/>
            <w:shd w:val="clear" w:color="auto" w:fill="auto"/>
          </w:tcPr>
          <w:p w14:paraId="6E25D831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Change in course credits</w:t>
            </w:r>
          </w:p>
        </w:tc>
        <w:tc>
          <w:tcPr>
            <w:tcW w:w="3967" w:type="dxa"/>
            <w:shd w:val="clear" w:color="auto" w:fill="auto"/>
          </w:tcPr>
          <w:p w14:paraId="3CE3B46E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6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10"/>
          </w:p>
        </w:tc>
      </w:tr>
      <w:tr w:rsidR="00A42698" w:rsidRPr="00E75542" w14:paraId="13B83EEE" w14:textId="77777777" w:rsidTr="00CD5AE5">
        <w:trPr>
          <w:trHeight w:val="317"/>
        </w:trPr>
        <w:tc>
          <w:tcPr>
            <w:tcW w:w="6941" w:type="dxa"/>
            <w:gridSpan w:val="2"/>
            <w:shd w:val="clear" w:color="auto" w:fill="auto"/>
          </w:tcPr>
          <w:p w14:paraId="05CD42C5" w14:textId="77777777" w:rsidR="00A42698" w:rsidRPr="00AD4768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Change in course title. (If yes, see box below </w:t>
            </w:r>
            <w:r>
              <w:rPr>
                <w:rFonts w:cs="Calibri"/>
                <w:b/>
                <w:sz w:val="24"/>
                <w:szCs w:val="24"/>
              </w:rPr>
              <w:t>**</w:t>
            </w:r>
            <w:r>
              <w:rPr>
                <w:rFonts w:cs="Calibri"/>
                <w:sz w:val="24"/>
                <w:szCs w:val="24"/>
              </w:rPr>
              <w:t>)</w:t>
            </w:r>
          </w:p>
        </w:tc>
        <w:tc>
          <w:tcPr>
            <w:tcW w:w="3967" w:type="dxa"/>
            <w:shd w:val="clear" w:color="auto" w:fill="auto"/>
          </w:tcPr>
          <w:p w14:paraId="2E8732E5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11"/>
          </w:p>
        </w:tc>
      </w:tr>
      <w:tr w:rsidR="00A42698" w:rsidRPr="00E75542" w14:paraId="63DCB8F0" w14:textId="77777777" w:rsidTr="00CD5AE5">
        <w:trPr>
          <w:trHeight w:val="317"/>
        </w:trPr>
        <w:tc>
          <w:tcPr>
            <w:tcW w:w="6941" w:type="dxa"/>
            <w:gridSpan w:val="2"/>
            <w:shd w:val="clear" w:color="auto" w:fill="auto"/>
          </w:tcPr>
          <w:p w14:paraId="1E52EBBB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Change in course description</w:t>
            </w:r>
          </w:p>
        </w:tc>
        <w:tc>
          <w:tcPr>
            <w:tcW w:w="3967" w:type="dxa"/>
            <w:shd w:val="clear" w:color="auto" w:fill="auto"/>
          </w:tcPr>
          <w:p w14:paraId="6E2A3268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heck1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12"/>
          </w:p>
        </w:tc>
      </w:tr>
      <w:tr w:rsidR="00A42698" w:rsidRPr="00E75542" w14:paraId="046ED25B" w14:textId="77777777" w:rsidTr="00CD5AE5">
        <w:trPr>
          <w:trHeight w:val="317"/>
        </w:trPr>
        <w:tc>
          <w:tcPr>
            <w:tcW w:w="6941" w:type="dxa"/>
            <w:gridSpan w:val="2"/>
            <w:shd w:val="clear" w:color="auto" w:fill="auto"/>
          </w:tcPr>
          <w:p w14:paraId="25AFC474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Change in course prerequisites</w:t>
            </w:r>
          </w:p>
        </w:tc>
        <w:tc>
          <w:tcPr>
            <w:tcW w:w="3967" w:type="dxa"/>
            <w:shd w:val="clear" w:color="auto" w:fill="auto"/>
          </w:tcPr>
          <w:p w14:paraId="631053E1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13"/>
          </w:p>
        </w:tc>
      </w:tr>
      <w:tr w:rsidR="00A42698" w:rsidRPr="00E75542" w14:paraId="6D123C3D" w14:textId="77777777" w:rsidTr="00CD5AE5">
        <w:trPr>
          <w:trHeight w:val="317"/>
        </w:trPr>
        <w:tc>
          <w:tcPr>
            <w:tcW w:w="6941" w:type="dxa"/>
            <w:gridSpan w:val="2"/>
            <w:shd w:val="clear" w:color="auto" w:fill="auto"/>
          </w:tcPr>
          <w:p w14:paraId="2A88AAF3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Change in course grading methods</w:t>
            </w:r>
          </w:p>
        </w:tc>
        <w:tc>
          <w:tcPr>
            <w:tcW w:w="3967" w:type="dxa"/>
            <w:shd w:val="clear" w:color="auto" w:fill="auto"/>
          </w:tcPr>
          <w:p w14:paraId="58130777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7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14"/>
          </w:p>
        </w:tc>
      </w:tr>
      <w:tr w:rsidR="00A42698" w:rsidRPr="00E75542" w14:paraId="496463C7" w14:textId="77777777" w:rsidTr="00CD5AE5">
        <w:trPr>
          <w:trHeight w:val="317"/>
        </w:trPr>
        <w:tc>
          <w:tcPr>
            <w:tcW w:w="6941" w:type="dxa"/>
            <w:gridSpan w:val="2"/>
            <w:shd w:val="clear" w:color="auto" w:fill="auto"/>
          </w:tcPr>
          <w:p w14:paraId="6F9DF275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Addition/deletion/change in course fees</w:t>
            </w:r>
          </w:p>
        </w:tc>
        <w:tc>
          <w:tcPr>
            <w:tcW w:w="3967" w:type="dxa"/>
            <w:shd w:val="clear" w:color="auto" w:fill="auto"/>
          </w:tcPr>
          <w:p w14:paraId="196B6DEA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Check9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15"/>
          </w:p>
        </w:tc>
      </w:tr>
      <w:tr w:rsidR="00452467" w:rsidRPr="00E75542" w14:paraId="5AD376F5" w14:textId="77777777" w:rsidTr="00CD5AE5">
        <w:trPr>
          <w:trHeight w:val="317"/>
        </w:trPr>
        <w:tc>
          <w:tcPr>
            <w:tcW w:w="6941" w:type="dxa"/>
            <w:gridSpan w:val="2"/>
            <w:shd w:val="clear" w:color="auto" w:fill="auto"/>
          </w:tcPr>
          <w:p w14:paraId="2FE8A2EC" w14:textId="5D801320" w:rsidR="00452467" w:rsidRPr="00F51FEF" w:rsidRDefault="00452467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F51FEF">
              <w:rPr>
                <w:rFonts w:cs="Calibri"/>
                <w:sz w:val="24"/>
                <w:szCs w:val="24"/>
              </w:rPr>
              <w:t>Add hybrid course designation (1%-74% regular distance education methodologies)</w:t>
            </w:r>
            <w:r w:rsidR="001F7526" w:rsidRPr="00F51FEF">
              <w:rPr>
                <w:rFonts w:cs="Calibri"/>
                <w:sz w:val="24"/>
                <w:szCs w:val="24"/>
              </w:rPr>
              <w:t xml:space="preserve"> (reference the Distance Education policy on the </w:t>
            </w:r>
            <w:proofErr w:type="gramStart"/>
            <w:r w:rsidR="001F7526" w:rsidRPr="00F51FEF">
              <w:rPr>
                <w:rFonts w:cs="Calibri"/>
                <w:sz w:val="24"/>
                <w:szCs w:val="24"/>
              </w:rPr>
              <w:t>Faculty</w:t>
            </w:r>
            <w:proofErr w:type="gramEnd"/>
            <w:r w:rsidR="001F7526" w:rsidRPr="00F51FEF">
              <w:rPr>
                <w:rFonts w:cs="Calibri"/>
                <w:sz w:val="24"/>
                <w:szCs w:val="24"/>
              </w:rPr>
              <w:t xml:space="preserve"> page – Course Resources section)</w:t>
            </w:r>
          </w:p>
        </w:tc>
        <w:tc>
          <w:tcPr>
            <w:tcW w:w="3967" w:type="dxa"/>
            <w:shd w:val="clear" w:color="auto" w:fill="auto"/>
          </w:tcPr>
          <w:p w14:paraId="771BD5D0" w14:textId="77777777" w:rsidR="00452467" w:rsidRDefault="00452467" w:rsidP="00A42698">
            <w:pPr>
              <w:pStyle w:val="NoSpacing"/>
              <w:rPr>
                <w:rFonts w:cs="Calibri"/>
                <w:sz w:val="24"/>
                <w:szCs w:val="24"/>
              </w:rPr>
            </w:pPr>
          </w:p>
          <w:p w14:paraId="0ABEF541" w14:textId="105E9ADE" w:rsidR="00452467" w:rsidRPr="00E75542" w:rsidRDefault="00452467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  <w:tr w:rsidR="00452467" w:rsidRPr="00E75542" w14:paraId="70182BB2" w14:textId="77777777" w:rsidTr="00CD5AE5">
        <w:trPr>
          <w:trHeight w:val="317"/>
        </w:trPr>
        <w:tc>
          <w:tcPr>
            <w:tcW w:w="6941" w:type="dxa"/>
            <w:gridSpan w:val="2"/>
            <w:shd w:val="clear" w:color="auto" w:fill="auto"/>
          </w:tcPr>
          <w:p w14:paraId="056AFA96" w14:textId="52360001" w:rsidR="00452467" w:rsidRPr="00F51FEF" w:rsidRDefault="00452467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F51FEF">
              <w:rPr>
                <w:rFonts w:cs="Calibri"/>
                <w:sz w:val="24"/>
                <w:szCs w:val="24"/>
              </w:rPr>
              <w:t>Add distance education course designation (75% or more regular distance education methodologies)</w:t>
            </w:r>
          </w:p>
        </w:tc>
        <w:tc>
          <w:tcPr>
            <w:tcW w:w="3967" w:type="dxa"/>
            <w:shd w:val="clear" w:color="auto" w:fill="auto"/>
          </w:tcPr>
          <w:p w14:paraId="50FFBDFF" w14:textId="77777777" w:rsidR="00452467" w:rsidRDefault="00452467" w:rsidP="00A42698">
            <w:pPr>
              <w:pStyle w:val="NoSpacing"/>
              <w:rPr>
                <w:rFonts w:cs="Calibri"/>
                <w:sz w:val="24"/>
                <w:szCs w:val="24"/>
              </w:rPr>
            </w:pPr>
          </w:p>
          <w:p w14:paraId="741BF879" w14:textId="7E28D351" w:rsidR="00452467" w:rsidRPr="00E75542" w:rsidRDefault="00452467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  <w:tr w:rsidR="00290DEC" w:rsidRPr="00E75542" w14:paraId="181DF327" w14:textId="77777777" w:rsidTr="00290DEC">
        <w:trPr>
          <w:trHeight w:val="317"/>
        </w:trPr>
        <w:tc>
          <w:tcPr>
            <w:tcW w:w="69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785AD1" w14:textId="39FD00CA" w:rsidR="00290DEC" w:rsidRPr="00F51FEF" w:rsidRDefault="00290DEC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F51FEF">
              <w:rPr>
                <w:rFonts w:cs="Calibri"/>
                <w:sz w:val="24"/>
                <w:szCs w:val="24"/>
              </w:rPr>
              <w:t>Remove hybrid or distance education course designation</w:t>
            </w:r>
          </w:p>
        </w:tc>
        <w:tc>
          <w:tcPr>
            <w:tcW w:w="3967" w:type="dxa"/>
            <w:tcBorders>
              <w:bottom w:val="single" w:sz="4" w:space="0" w:color="auto"/>
            </w:tcBorders>
            <w:shd w:val="clear" w:color="auto" w:fill="auto"/>
          </w:tcPr>
          <w:p w14:paraId="1440E1AA" w14:textId="4B7D33AD" w:rsidR="00290DEC" w:rsidRPr="00E75542" w:rsidRDefault="00290DEC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  <w:tr w:rsidR="00A42698" w:rsidRPr="00E75542" w14:paraId="206A400F" w14:textId="77777777" w:rsidTr="00290DEC">
        <w:trPr>
          <w:trHeight w:val="317"/>
        </w:trPr>
        <w:tc>
          <w:tcPr>
            <w:tcW w:w="69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54A4DB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Inactivate course</w:t>
            </w:r>
          </w:p>
        </w:tc>
        <w:tc>
          <w:tcPr>
            <w:tcW w:w="3967" w:type="dxa"/>
            <w:tcBorders>
              <w:bottom w:val="single" w:sz="4" w:space="0" w:color="auto"/>
            </w:tcBorders>
            <w:shd w:val="clear" w:color="auto" w:fill="auto"/>
          </w:tcPr>
          <w:p w14:paraId="69453E0C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Check10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16"/>
          </w:p>
        </w:tc>
      </w:tr>
      <w:tr w:rsidR="00290DEC" w:rsidRPr="00E75542" w14:paraId="79B55E6E" w14:textId="77777777" w:rsidTr="00290DEC">
        <w:trPr>
          <w:trHeight w:val="317"/>
        </w:trPr>
        <w:tc>
          <w:tcPr>
            <w:tcW w:w="69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A2D036" w14:textId="77777777" w:rsidR="00290DEC" w:rsidRPr="00E75542" w:rsidRDefault="00290DEC" w:rsidP="00A42698">
            <w:pPr>
              <w:pStyle w:val="NoSpacing"/>
              <w:rPr>
                <w:rFonts w:cs="Calibri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1A582B" w14:textId="77777777" w:rsidR="00290DEC" w:rsidRPr="00E75542" w:rsidRDefault="00290DEC" w:rsidP="00A42698">
            <w:pPr>
              <w:pStyle w:val="NoSpacing"/>
              <w:rPr>
                <w:rFonts w:cs="Calibri"/>
                <w:sz w:val="24"/>
                <w:szCs w:val="24"/>
              </w:rPr>
            </w:pPr>
          </w:p>
        </w:tc>
      </w:tr>
      <w:tr w:rsidR="00290DEC" w:rsidRPr="00E75542" w14:paraId="2BE2CFE5" w14:textId="77777777" w:rsidTr="00290DEC">
        <w:trPr>
          <w:trHeight w:val="317"/>
        </w:trPr>
        <w:tc>
          <w:tcPr>
            <w:tcW w:w="6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7353" w14:textId="77777777" w:rsidR="00290DEC" w:rsidRPr="00E75542" w:rsidRDefault="00290DEC" w:rsidP="00A42698">
            <w:pPr>
              <w:pStyle w:val="NoSpacing"/>
              <w:rPr>
                <w:rFonts w:cs="Calibri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6ED19" w14:textId="77777777" w:rsidR="00290DEC" w:rsidRPr="00E75542" w:rsidRDefault="00290DEC" w:rsidP="00A42698">
            <w:pPr>
              <w:pStyle w:val="NoSpacing"/>
              <w:rPr>
                <w:rFonts w:cs="Calibri"/>
                <w:sz w:val="24"/>
                <w:szCs w:val="24"/>
              </w:rPr>
            </w:pPr>
          </w:p>
        </w:tc>
      </w:tr>
      <w:tr w:rsidR="00290DEC" w:rsidRPr="00E75542" w14:paraId="67C8E1CA" w14:textId="77777777" w:rsidTr="00290DEC">
        <w:trPr>
          <w:trHeight w:val="317"/>
        </w:trPr>
        <w:tc>
          <w:tcPr>
            <w:tcW w:w="6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78C2ED" w14:textId="77777777" w:rsidR="00290DEC" w:rsidRPr="00E75542" w:rsidRDefault="00290DEC" w:rsidP="00A42698">
            <w:pPr>
              <w:pStyle w:val="NoSpacing"/>
              <w:rPr>
                <w:rFonts w:cs="Calibri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DAD922" w14:textId="77777777" w:rsidR="00290DEC" w:rsidRPr="00E75542" w:rsidRDefault="00290DEC" w:rsidP="00A42698">
            <w:pPr>
              <w:pStyle w:val="NoSpacing"/>
              <w:rPr>
                <w:rFonts w:cs="Calibri"/>
                <w:sz w:val="24"/>
                <w:szCs w:val="24"/>
              </w:rPr>
            </w:pPr>
          </w:p>
        </w:tc>
      </w:tr>
      <w:tr w:rsidR="00A42698" w:rsidRPr="00E75542" w14:paraId="290078ED" w14:textId="77777777" w:rsidTr="00290DEC">
        <w:trPr>
          <w:trHeight w:val="317"/>
        </w:trPr>
        <w:tc>
          <w:tcPr>
            <w:tcW w:w="69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282FEE" w14:textId="77777777" w:rsidR="00A42698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lastRenderedPageBreak/>
              <w:t>Reactivate course</w:t>
            </w:r>
            <w:r w:rsidR="00472473">
              <w:rPr>
                <w:rFonts w:cs="Calibri"/>
                <w:sz w:val="24"/>
                <w:szCs w:val="24"/>
              </w:rPr>
              <w:t xml:space="preserve"> (complete following fields</w:t>
            </w:r>
            <w:r w:rsidR="00EA5B4F">
              <w:rPr>
                <w:rFonts w:cs="Calibri"/>
                <w:sz w:val="24"/>
                <w:szCs w:val="24"/>
              </w:rPr>
              <w:t xml:space="preserve"> and attach </w:t>
            </w:r>
            <w:proofErr w:type="gramStart"/>
            <w:r w:rsidR="00EA5B4F">
              <w:rPr>
                <w:rFonts w:cs="Calibri"/>
                <w:sz w:val="24"/>
                <w:szCs w:val="24"/>
              </w:rPr>
              <w:t>two year</w:t>
            </w:r>
            <w:proofErr w:type="gramEnd"/>
            <w:r w:rsidR="00EA5B4F">
              <w:rPr>
                <w:rFonts w:cs="Calibri"/>
                <w:sz w:val="24"/>
                <w:szCs w:val="24"/>
              </w:rPr>
              <w:t xml:space="preserve"> course rotation</w:t>
            </w:r>
            <w:r w:rsidR="00472473">
              <w:rPr>
                <w:rFonts w:cs="Calibri"/>
                <w:sz w:val="24"/>
                <w:szCs w:val="24"/>
              </w:rPr>
              <w:t>)</w:t>
            </w:r>
            <w:r w:rsidR="00EA5B4F">
              <w:rPr>
                <w:rFonts w:cs="Calibri"/>
                <w:sz w:val="24"/>
                <w:szCs w:val="24"/>
              </w:rPr>
              <w:t>:</w:t>
            </w:r>
          </w:p>
          <w:p w14:paraId="4BC384F1" w14:textId="77777777" w:rsidR="00EA5B4F" w:rsidRDefault="00EA5B4F" w:rsidP="00EA1E93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</w:t>
            </w:r>
            <w:r w:rsidR="004561C3">
              <w:rPr>
                <w:rFonts w:cs="Calibri"/>
                <w:sz w:val="24"/>
                <w:szCs w:val="24"/>
              </w:rPr>
              <w:t>c</w:t>
            </w:r>
            <w:r w:rsidR="00EA1E93">
              <w:rPr>
                <w:rFonts w:cs="Calibri"/>
                <w:sz w:val="24"/>
                <w:szCs w:val="24"/>
              </w:rPr>
              <w:t xml:space="preserve">ourse </w:t>
            </w:r>
            <w:r w:rsidR="004561C3">
              <w:rPr>
                <w:rFonts w:cs="Calibri"/>
                <w:sz w:val="24"/>
                <w:szCs w:val="24"/>
              </w:rPr>
              <w:t>m</w:t>
            </w:r>
            <w:r w:rsidR="00472473">
              <w:rPr>
                <w:rFonts w:cs="Calibri"/>
                <w:sz w:val="24"/>
                <w:szCs w:val="24"/>
              </w:rPr>
              <w:t xml:space="preserve">aterials </w:t>
            </w:r>
            <w:r w:rsidR="004561C3">
              <w:rPr>
                <w:rFonts w:cs="Calibri"/>
                <w:sz w:val="24"/>
                <w:szCs w:val="24"/>
              </w:rPr>
              <w:t>f</w:t>
            </w:r>
            <w:r w:rsidR="00EA1E93">
              <w:rPr>
                <w:rFonts w:cs="Calibri"/>
                <w:sz w:val="24"/>
                <w:szCs w:val="24"/>
              </w:rPr>
              <w:t xml:space="preserve">ee </w:t>
            </w:r>
            <w:r w:rsidR="00EA1E93">
              <w:rPr>
                <w:rFonts w:cs="Calibri"/>
                <w:sz w:val="24"/>
                <w:szCs w:val="24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7" w:name="Text45"/>
            <w:r w:rsidR="00EA1E93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EA1E93">
              <w:rPr>
                <w:rFonts w:cs="Calibri"/>
                <w:sz w:val="24"/>
                <w:szCs w:val="24"/>
              </w:rPr>
            </w:r>
            <w:r w:rsidR="00EA1E93">
              <w:rPr>
                <w:rFonts w:cs="Calibri"/>
                <w:sz w:val="24"/>
                <w:szCs w:val="24"/>
              </w:rPr>
              <w:fldChar w:fldCharType="separate"/>
            </w:r>
            <w:r w:rsidR="00EA1E93">
              <w:rPr>
                <w:rFonts w:cs="Calibri"/>
                <w:noProof/>
                <w:sz w:val="24"/>
                <w:szCs w:val="24"/>
              </w:rPr>
              <w:t> </w:t>
            </w:r>
            <w:r w:rsidR="00EA1E93">
              <w:rPr>
                <w:rFonts w:cs="Calibri"/>
                <w:noProof/>
                <w:sz w:val="24"/>
                <w:szCs w:val="24"/>
              </w:rPr>
              <w:t> </w:t>
            </w:r>
            <w:r w:rsidR="00EA1E93">
              <w:rPr>
                <w:rFonts w:cs="Calibri"/>
                <w:noProof/>
                <w:sz w:val="24"/>
                <w:szCs w:val="24"/>
              </w:rPr>
              <w:t> </w:t>
            </w:r>
            <w:r w:rsidR="00EA1E93">
              <w:rPr>
                <w:rFonts w:cs="Calibri"/>
                <w:noProof/>
                <w:sz w:val="24"/>
                <w:szCs w:val="24"/>
              </w:rPr>
              <w:t> </w:t>
            </w:r>
            <w:r w:rsidR="00EA1E93">
              <w:rPr>
                <w:rFonts w:cs="Calibri"/>
                <w:noProof/>
                <w:sz w:val="24"/>
                <w:szCs w:val="24"/>
              </w:rPr>
              <w:t> </w:t>
            </w:r>
            <w:r w:rsidR="00EA1E93">
              <w:rPr>
                <w:rFonts w:cs="Calibri"/>
                <w:sz w:val="24"/>
                <w:szCs w:val="24"/>
              </w:rPr>
              <w:fldChar w:fldCharType="end"/>
            </w:r>
            <w:bookmarkEnd w:id="17"/>
            <w:r w:rsidR="00EA1E93">
              <w:rPr>
                <w:rFonts w:cs="Calibri"/>
                <w:sz w:val="24"/>
                <w:szCs w:val="24"/>
              </w:rPr>
              <w:t xml:space="preserve"> </w:t>
            </w:r>
            <w:r w:rsidR="004561C3">
              <w:rPr>
                <w:rFonts w:cs="Calibri"/>
                <w:sz w:val="24"/>
                <w:szCs w:val="24"/>
              </w:rPr>
              <w:t>course travel f</w:t>
            </w:r>
            <w:r w:rsidR="00472473">
              <w:rPr>
                <w:rFonts w:cs="Calibri"/>
                <w:sz w:val="24"/>
                <w:szCs w:val="24"/>
              </w:rPr>
              <w:t xml:space="preserve">ee </w:t>
            </w:r>
            <w:r w:rsidR="00472473">
              <w:rPr>
                <w:rFonts w:cs="Calibri"/>
                <w:sz w:val="24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18" w:name="Text47"/>
            <w:r w:rsidR="00472473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472473">
              <w:rPr>
                <w:rFonts w:cs="Calibri"/>
                <w:sz w:val="24"/>
                <w:szCs w:val="24"/>
              </w:rPr>
            </w:r>
            <w:r w:rsidR="00472473">
              <w:rPr>
                <w:rFonts w:cs="Calibri"/>
                <w:sz w:val="24"/>
                <w:szCs w:val="24"/>
              </w:rPr>
              <w:fldChar w:fldCharType="separate"/>
            </w:r>
            <w:r w:rsidR="00472473">
              <w:rPr>
                <w:rFonts w:cs="Calibri"/>
                <w:noProof/>
                <w:sz w:val="24"/>
                <w:szCs w:val="24"/>
              </w:rPr>
              <w:t> </w:t>
            </w:r>
            <w:r w:rsidR="00472473">
              <w:rPr>
                <w:rFonts w:cs="Calibri"/>
                <w:noProof/>
                <w:sz w:val="24"/>
                <w:szCs w:val="24"/>
              </w:rPr>
              <w:t> </w:t>
            </w:r>
            <w:r w:rsidR="00472473">
              <w:rPr>
                <w:rFonts w:cs="Calibri"/>
                <w:noProof/>
                <w:sz w:val="24"/>
                <w:szCs w:val="24"/>
              </w:rPr>
              <w:t> </w:t>
            </w:r>
            <w:r w:rsidR="00472473">
              <w:rPr>
                <w:rFonts w:cs="Calibri"/>
                <w:noProof/>
                <w:sz w:val="24"/>
                <w:szCs w:val="24"/>
              </w:rPr>
              <w:t> </w:t>
            </w:r>
            <w:r w:rsidR="00472473">
              <w:rPr>
                <w:rFonts w:cs="Calibri"/>
                <w:noProof/>
                <w:sz w:val="24"/>
                <w:szCs w:val="24"/>
              </w:rPr>
              <w:t> </w:t>
            </w:r>
            <w:r w:rsidR="00472473">
              <w:rPr>
                <w:rFonts w:cs="Calibri"/>
                <w:sz w:val="24"/>
                <w:szCs w:val="24"/>
              </w:rPr>
              <w:fldChar w:fldCharType="end"/>
            </w:r>
            <w:bookmarkEnd w:id="18"/>
            <w:r w:rsidR="004561C3">
              <w:rPr>
                <w:rFonts w:cs="Calibri"/>
                <w:sz w:val="24"/>
                <w:szCs w:val="24"/>
              </w:rPr>
              <w:t xml:space="preserve"> </w:t>
            </w:r>
          </w:p>
          <w:p w14:paraId="26CFF655" w14:textId="77777777" w:rsidR="00EA1E93" w:rsidRDefault="00EA5B4F" w:rsidP="00EA1E93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course capacity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9" w:name="Text48"/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19"/>
            <w:r>
              <w:rPr>
                <w:rFonts w:cs="Calibri"/>
                <w:sz w:val="24"/>
                <w:szCs w:val="24"/>
              </w:rPr>
              <w:t xml:space="preserve">  </w:t>
            </w:r>
            <w:r w:rsidR="004561C3">
              <w:rPr>
                <w:rFonts w:cs="Calibri"/>
                <w:sz w:val="24"/>
                <w:szCs w:val="24"/>
              </w:rPr>
              <w:t>p</w:t>
            </w:r>
            <w:r w:rsidR="00472473">
              <w:rPr>
                <w:rFonts w:cs="Calibri"/>
                <w:sz w:val="24"/>
                <w:szCs w:val="24"/>
              </w:rPr>
              <w:t>rerequisites</w:t>
            </w:r>
            <w:r w:rsidR="00EA1E93">
              <w:rPr>
                <w:rFonts w:cs="Calibri"/>
                <w:sz w:val="24"/>
                <w:szCs w:val="24"/>
              </w:rPr>
              <w:t xml:space="preserve"> </w:t>
            </w:r>
            <w:r w:rsidR="00EA1E93">
              <w:rPr>
                <w:rFonts w:cs="Calibri"/>
                <w:sz w:val="24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0" w:name="Text46"/>
            <w:r w:rsidR="00EA1E93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EA1E93">
              <w:rPr>
                <w:rFonts w:cs="Calibri"/>
                <w:sz w:val="24"/>
                <w:szCs w:val="24"/>
              </w:rPr>
            </w:r>
            <w:r w:rsidR="00EA1E93">
              <w:rPr>
                <w:rFonts w:cs="Calibri"/>
                <w:sz w:val="24"/>
                <w:szCs w:val="24"/>
              </w:rPr>
              <w:fldChar w:fldCharType="separate"/>
            </w:r>
            <w:r w:rsidR="00EA1E93">
              <w:rPr>
                <w:rFonts w:cs="Calibri"/>
                <w:noProof/>
                <w:sz w:val="24"/>
                <w:szCs w:val="24"/>
              </w:rPr>
              <w:t> </w:t>
            </w:r>
            <w:r w:rsidR="00EA1E93">
              <w:rPr>
                <w:rFonts w:cs="Calibri"/>
                <w:noProof/>
                <w:sz w:val="24"/>
                <w:szCs w:val="24"/>
              </w:rPr>
              <w:t> </w:t>
            </w:r>
            <w:r w:rsidR="00EA1E93">
              <w:rPr>
                <w:rFonts w:cs="Calibri"/>
                <w:noProof/>
                <w:sz w:val="24"/>
                <w:szCs w:val="24"/>
              </w:rPr>
              <w:t> </w:t>
            </w:r>
            <w:r w:rsidR="00EA1E93">
              <w:rPr>
                <w:rFonts w:cs="Calibri"/>
                <w:noProof/>
                <w:sz w:val="24"/>
                <w:szCs w:val="24"/>
              </w:rPr>
              <w:t> </w:t>
            </w:r>
            <w:r w:rsidR="00EA1E93">
              <w:rPr>
                <w:rFonts w:cs="Calibri"/>
                <w:noProof/>
                <w:sz w:val="24"/>
                <w:szCs w:val="24"/>
              </w:rPr>
              <w:t> </w:t>
            </w:r>
            <w:r w:rsidR="00EA1E93">
              <w:rPr>
                <w:rFonts w:cs="Calibri"/>
                <w:sz w:val="24"/>
                <w:szCs w:val="24"/>
              </w:rPr>
              <w:fldChar w:fldCharType="end"/>
            </w:r>
            <w:bookmarkEnd w:id="20"/>
          </w:p>
          <w:p w14:paraId="1329DA1F" w14:textId="77777777" w:rsidR="00EA1E93" w:rsidRDefault="00EA1E93" w:rsidP="00EA1E93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</w:t>
            </w:r>
            <w:r w:rsidR="00A342D3">
              <w:rPr>
                <w:rFonts w:cs="Calibri"/>
                <w:sz w:val="24"/>
                <w:szCs w:val="24"/>
              </w:rPr>
              <w:t xml:space="preserve"> </w:t>
            </w:r>
            <w:r w:rsidR="004561C3">
              <w:rPr>
                <w:rFonts w:cs="Calibri"/>
                <w:sz w:val="24"/>
                <w:szCs w:val="24"/>
              </w:rPr>
              <w:t>Frequency o</w:t>
            </w:r>
            <w:r>
              <w:rPr>
                <w:rFonts w:cs="Calibri"/>
                <w:sz w:val="24"/>
                <w:szCs w:val="24"/>
              </w:rPr>
              <w:t>ffered</w:t>
            </w:r>
            <w:r w:rsidR="004561C3">
              <w:rPr>
                <w:rFonts w:cs="Calibri"/>
                <w:sz w:val="24"/>
                <w:szCs w:val="24"/>
              </w:rPr>
              <w:t>: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4561C3">
              <w:rPr>
                <w:rFonts w:cs="Calibri"/>
                <w:sz w:val="24"/>
                <w:szCs w:val="24"/>
              </w:rPr>
              <w:t xml:space="preserve"> y</w:t>
            </w:r>
            <w:r w:rsidR="00A342D3">
              <w:rPr>
                <w:rFonts w:cs="Calibri"/>
                <w:sz w:val="24"/>
                <w:szCs w:val="24"/>
              </w:rPr>
              <w:t xml:space="preserve">early </w:t>
            </w:r>
            <w:r w:rsidR="00A342D3">
              <w:rPr>
                <w:rFonts w:cs="Calibri"/>
                <w:sz w:val="24"/>
                <w:szCs w:val="24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27"/>
            <w:r w:rsidR="00A342D3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A342D3">
              <w:rPr>
                <w:rFonts w:cs="Calibri"/>
                <w:sz w:val="24"/>
                <w:szCs w:val="24"/>
              </w:rPr>
              <w:fldChar w:fldCharType="end"/>
            </w:r>
            <w:bookmarkEnd w:id="21"/>
            <w:r>
              <w:rPr>
                <w:rFonts w:cs="Calibri"/>
                <w:sz w:val="24"/>
                <w:szCs w:val="24"/>
              </w:rPr>
              <w:t xml:space="preserve"> </w:t>
            </w:r>
            <w:r w:rsidR="004561C3">
              <w:rPr>
                <w:rFonts w:cs="Calibri"/>
                <w:sz w:val="24"/>
                <w:szCs w:val="24"/>
              </w:rPr>
              <w:t>alternate y</w:t>
            </w:r>
            <w:r w:rsidR="00A342D3">
              <w:rPr>
                <w:rFonts w:cs="Calibri"/>
                <w:sz w:val="24"/>
                <w:szCs w:val="24"/>
              </w:rPr>
              <w:t xml:space="preserve">ears </w:t>
            </w:r>
            <w:r w:rsidR="00A342D3">
              <w:rPr>
                <w:rFonts w:cs="Calibri"/>
                <w:sz w:val="24"/>
                <w:szCs w:val="24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8"/>
            <w:r w:rsidR="00A342D3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A342D3">
              <w:rPr>
                <w:rFonts w:cs="Calibri"/>
                <w:sz w:val="24"/>
                <w:szCs w:val="24"/>
              </w:rPr>
              <w:fldChar w:fldCharType="end"/>
            </w:r>
            <w:bookmarkEnd w:id="22"/>
            <w:r w:rsidR="004561C3">
              <w:rPr>
                <w:rFonts w:cs="Calibri"/>
                <w:sz w:val="24"/>
                <w:szCs w:val="24"/>
              </w:rPr>
              <w:t xml:space="preserve"> </w:t>
            </w:r>
          </w:p>
          <w:p w14:paraId="47A1966D" w14:textId="77777777" w:rsidR="00EA1E93" w:rsidRDefault="00EA1E93" w:rsidP="00EA1E93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</w:t>
            </w:r>
            <w:r w:rsidR="00A342D3">
              <w:rPr>
                <w:rFonts w:cs="Calibri"/>
                <w:sz w:val="24"/>
                <w:szCs w:val="24"/>
              </w:rPr>
              <w:t xml:space="preserve"> </w:t>
            </w:r>
            <w:r w:rsidR="00EA5B4F">
              <w:rPr>
                <w:rFonts w:cs="Calibri"/>
                <w:sz w:val="24"/>
                <w:szCs w:val="24"/>
              </w:rPr>
              <w:t>Course d</w:t>
            </w:r>
            <w:r w:rsidR="004561C3">
              <w:rPr>
                <w:rFonts w:cs="Calibri"/>
                <w:sz w:val="24"/>
                <w:szCs w:val="24"/>
              </w:rPr>
              <w:t>escription (revised or o</w:t>
            </w:r>
            <w:r>
              <w:rPr>
                <w:rFonts w:cs="Calibri"/>
                <w:sz w:val="24"/>
                <w:szCs w:val="24"/>
              </w:rPr>
              <w:t xml:space="preserve">riginal)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3" w:name="Text44"/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23"/>
          </w:p>
          <w:p w14:paraId="1D14B229" w14:textId="77777777" w:rsidR="00EA1E93" w:rsidRPr="00E75542" w:rsidRDefault="00EA1E93" w:rsidP="00EA1E93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</w:t>
            </w:r>
          </w:p>
        </w:tc>
        <w:tc>
          <w:tcPr>
            <w:tcW w:w="3967" w:type="dxa"/>
            <w:tcBorders>
              <w:top w:val="single" w:sz="4" w:space="0" w:color="auto"/>
            </w:tcBorders>
            <w:shd w:val="clear" w:color="auto" w:fill="auto"/>
          </w:tcPr>
          <w:p w14:paraId="3E038B36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4" w:name="Check11"/>
            <w:r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24"/>
          </w:p>
        </w:tc>
      </w:tr>
      <w:tr w:rsidR="00C22DC4" w:rsidRPr="00E75542" w14:paraId="1C293CCD" w14:textId="77777777" w:rsidTr="00CD5AE5">
        <w:tc>
          <w:tcPr>
            <w:tcW w:w="10908" w:type="dxa"/>
            <w:gridSpan w:val="3"/>
            <w:shd w:val="clear" w:color="auto" w:fill="auto"/>
          </w:tcPr>
          <w:p w14:paraId="3792F762" w14:textId="77777777" w:rsidR="00C22DC4" w:rsidRPr="00E75542" w:rsidRDefault="00D80747" w:rsidP="008D595D">
            <w:pPr>
              <w:pStyle w:val="NoSpacing"/>
              <w:tabs>
                <w:tab w:val="left" w:pos="5557"/>
                <w:tab w:val="left" w:pos="8257"/>
              </w:tabs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Remove</w:t>
            </w:r>
            <w:r w:rsidR="00C22DC4">
              <w:rPr>
                <w:rFonts w:cs="Calibri"/>
                <w:sz w:val="24"/>
                <w:szCs w:val="24"/>
              </w:rPr>
              <w:t xml:space="preserve"> lib</w:t>
            </w:r>
            <w:r>
              <w:rPr>
                <w:rFonts w:cs="Calibri"/>
                <w:sz w:val="24"/>
                <w:szCs w:val="24"/>
              </w:rPr>
              <w:t xml:space="preserve"> ed </w:t>
            </w:r>
            <w:r w:rsidR="00C22DC4">
              <w:rPr>
                <w:rFonts w:cs="Calibri"/>
                <w:sz w:val="24"/>
                <w:szCs w:val="24"/>
              </w:rPr>
              <w:t>designation</w:t>
            </w:r>
            <w:r w:rsidR="00AD2370">
              <w:rPr>
                <w:rFonts w:cs="Calibri"/>
                <w:sz w:val="24"/>
                <w:szCs w:val="24"/>
              </w:rPr>
              <w:t>(s)</w:t>
            </w:r>
            <w:r w:rsidR="00C22DC4">
              <w:rPr>
                <w:rFonts w:cs="Calibri"/>
                <w:sz w:val="24"/>
                <w:szCs w:val="24"/>
              </w:rPr>
              <w:t xml:space="preserve"> </w:t>
            </w:r>
            <w:r w:rsidR="008D595D">
              <w:rPr>
                <w:rFonts w:cs="Calibri"/>
                <w:sz w:val="24"/>
                <w:szCs w:val="24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Click for 1st"/>
                    <w:listEntry w:val="Math"/>
                    <w:listEntry w:val="Nat. Science"/>
                    <w:listEntry w:val="Soc. Science"/>
                    <w:listEntry w:val="Arts-Humanities"/>
                    <w:listEntry w:val="Diversity-Justice"/>
                    <w:listEntry w:val="Env. Narratives"/>
                    <w:listEntry w:val="Science Env. Issues"/>
                    <w:listEntry w:val="Com., Policy, Manage"/>
                    <w:listEntry w:val="Env. Applications"/>
                  </w:ddList>
                </w:ffData>
              </w:fldChar>
            </w:r>
            <w:bookmarkStart w:id="25" w:name="Dropdown1"/>
            <w:r w:rsidR="008D595D">
              <w:rPr>
                <w:rFonts w:cs="Calibri"/>
                <w:sz w:val="24"/>
                <w:szCs w:val="24"/>
              </w:rPr>
              <w:instrText xml:space="preserve"> FORMDROPDOWN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8D595D">
              <w:rPr>
                <w:rFonts w:cs="Calibri"/>
                <w:sz w:val="24"/>
                <w:szCs w:val="24"/>
              </w:rPr>
              <w:fldChar w:fldCharType="end"/>
            </w:r>
            <w:bookmarkEnd w:id="25"/>
            <w:r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ab/>
            </w:r>
            <w:r w:rsidR="008D595D">
              <w:rPr>
                <w:rFonts w:cs="Calibr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Click for 2nd"/>
                    <w:listEntry w:val="Math"/>
                    <w:listEntry w:val="Nat. Science"/>
                    <w:listEntry w:val="Soc. Science"/>
                    <w:listEntry w:val="Arts-Humanities"/>
                    <w:listEntry w:val="Diversity-Justice"/>
                    <w:listEntry w:val="Env. Narratives"/>
                    <w:listEntry w:val="Science Env. Issues"/>
                    <w:listEntry w:val="Com., Policy, Manage"/>
                    <w:listEntry w:val="Env. Applications"/>
                  </w:ddList>
                </w:ffData>
              </w:fldChar>
            </w:r>
            <w:r w:rsidR="008D595D">
              <w:rPr>
                <w:rFonts w:cs="Calibri"/>
                <w:sz w:val="24"/>
                <w:szCs w:val="24"/>
              </w:rPr>
              <w:instrText xml:space="preserve"> FORMDROPDOWN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8D595D">
              <w:rPr>
                <w:rFonts w:cs="Calibri"/>
                <w:sz w:val="24"/>
                <w:szCs w:val="24"/>
              </w:rPr>
              <w:fldChar w:fldCharType="end"/>
            </w:r>
            <w:r>
              <w:rPr>
                <w:rFonts w:cs="Calibri"/>
                <w:sz w:val="24"/>
                <w:szCs w:val="24"/>
              </w:rPr>
              <w:tab/>
            </w:r>
            <w:r w:rsidR="008D595D">
              <w:rPr>
                <w:rFonts w:cs="Calibr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Click for 3rd"/>
                    <w:listEntry w:val="Math"/>
                    <w:listEntry w:val="Nat. Science"/>
                    <w:listEntry w:val="Soc. Science"/>
                    <w:listEntry w:val="Arts-Humanities"/>
                    <w:listEntry w:val="Diversity-Justice"/>
                    <w:listEntry w:val="Env. Narratives"/>
                    <w:listEntry w:val="Science Env. Issues"/>
                    <w:listEntry w:val="Com., Policy, Manage"/>
                    <w:listEntry w:val="Env. Applications"/>
                  </w:ddList>
                </w:ffData>
              </w:fldChar>
            </w:r>
            <w:r w:rsidR="008D595D">
              <w:rPr>
                <w:rFonts w:cs="Calibri"/>
                <w:sz w:val="24"/>
                <w:szCs w:val="24"/>
              </w:rPr>
              <w:instrText xml:space="preserve"> FORMDROPDOWN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8D595D">
              <w:rPr>
                <w:rFonts w:cs="Calibri"/>
                <w:sz w:val="24"/>
                <w:szCs w:val="24"/>
              </w:rPr>
              <w:fldChar w:fldCharType="end"/>
            </w:r>
          </w:p>
        </w:tc>
      </w:tr>
      <w:tr w:rsidR="00D80747" w:rsidRPr="00E75542" w14:paraId="731BB62F" w14:textId="77777777" w:rsidTr="00CD5AE5">
        <w:tc>
          <w:tcPr>
            <w:tcW w:w="10908" w:type="dxa"/>
            <w:gridSpan w:val="3"/>
            <w:shd w:val="clear" w:color="auto" w:fill="auto"/>
          </w:tcPr>
          <w:p w14:paraId="750E41E9" w14:textId="77777777" w:rsidR="00CD5AE5" w:rsidRPr="00CD5AE5" w:rsidRDefault="00D80747" w:rsidP="008D595D">
            <w:pPr>
              <w:pStyle w:val="NoSpacing"/>
              <w:tabs>
                <w:tab w:val="left" w:pos="2857"/>
                <w:tab w:val="left" w:pos="5557"/>
                <w:tab w:val="left" w:pos="8257"/>
              </w:tabs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Add lib ed designation(s)</w:t>
            </w:r>
            <w:r w:rsidR="00911E25">
              <w:rPr>
                <w:rFonts w:cs="Calibri"/>
                <w:sz w:val="24"/>
                <w:szCs w:val="24"/>
              </w:rPr>
              <w:t xml:space="preserve"> </w:t>
            </w:r>
            <w:r w:rsidR="00CD5AE5">
              <w:rPr>
                <w:rFonts w:cs="Calibri"/>
                <w:b/>
                <w:sz w:val="24"/>
                <w:szCs w:val="24"/>
              </w:rPr>
              <w:t>Requires addition of at least one corresponding learning outcome</w:t>
            </w:r>
            <w:r w:rsidR="00432039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CD5AE5">
              <w:rPr>
                <w:rFonts w:cs="Calibri"/>
                <w:b/>
                <w:sz w:val="24"/>
                <w:szCs w:val="24"/>
              </w:rPr>
              <w:t>for each designation checked. Refer to</w:t>
            </w:r>
            <w:r w:rsidR="00992BD6">
              <w:rPr>
                <w:rFonts w:cs="Calibri"/>
                <w:b/>
                <w:sz w:val="24"/>
                <w:szCs w:val="24"/>
              </w:rPr>
              <w:t xml:space="preserve"> the Criteria for Categorical Requirements in the Liberal Education for the Environment and Society Program document on My.Northland.edu &gt; Employees &gt; Faculty &gt; Course Resources </w:t>
            </w:r>
            <w:r w:rsidR="00CD5AE5">
              <w:rPr>
                <w:rFonts w:cs="Calibri"/>
                <w:b/>
                <w:sz w:val="24"/>
                <w:szCs w:val="24"/>
              </w:rPr>
              <w:t>to help identify these ILO’s and place in Description section below.</w:t>
            </w:r>
          </w:p>
          <w:p w14:paraId="3F0385C0" w14:textId="77777777" w:rsidR="00D80747" w:rsidRDefault="00911E25" w:rsidP="008D595D">
            <w:pPr>
              <w:pStyle w:val="NoSpacing"/>
              <w:tabs>
                <w:tab w:val="left" w:pos="2857"/>
                <w:tab w:val="left" w:pos="5557"/>
                <w:tab w:val="left" w:pos="8257"/>
              </w:tabs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ab/>
            </w:r>
            <w:r w:rsidR="008D595D">
              <w:rPr>
                <w:rFonts w:cs="Calibr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Click for 1st"/>
                    <w:listEntry w:val="Math"/>
                    <w:listEntry w:val="Nat. Science"/>
                    <w:listEntry w:val="Soc. Science"/>
                    <w:listEntry w:val="Arts-Humanities"/>
                    <w:listEntry w:val="Diversity-Justice"/>
                    <w:listEntry w:val="Env. Narratives"/>
                    <w:listEntry w:val="Science Env. Issues"/>
                    <w:listEntry w:val="Com., Policy, Manage"/>
                    <w:listEntry w:val="Env. Applications"/>
                  </w:ddList>
                </w:ffData>
              </w:fldChar>
            </w:r>
            <w:r w:rsidR="008D595D">
              <w:rPr>
                <w:rFonts w:cs="Calibri"/>
                <w:sz w:val="24"/>
                <w:szCs w:val="24"/>
              </w:rPr>
              <w:instrText xml:space="preserve"> FORMDROPDOWN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8D595D">
              <w:rPr>
                <w:rFonts w:cs="Calibri"/>
                <w:sz w:val="24"/>
                <w:szCs w:val="24"/>
              </w:rPr>
              <w:fldChar w:fldCharType="end"/>
            </w:r>
            <w:r>
              <w:rPr>
                <w:rFonts w:cs="Calibri"/>
                <w:sz w:val="24"/>
                <w:szCs w:val="24"/>
              </w:rPr>
              <w:tab/>
            </w:r>
            <w:r w:rsidR="008D595D">
              <w:rPr>
                <w:rFonts w:cs="Calibr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Click for 2nd"/>
                    <w:listEntry w:val="Math"/>
                    <w:listEntry w:val="Nat. Science"/>
                    <w:listEntry w:val="Soc. Science"/>
                    <w:listEntry w:val="Arts-Humanities"/>
                    <w:listEntry w:val="Diversity-Justice"/>
                    <w:listEntry w:val="Env. Narratives"/>
                    <w:listEntry w:val="Science Env. Issues"/>
                    <w:listEntry w:val="Com., Policy, Manage"/>
                    <w:listEntry w:val="Env. Applications"/>
                  </w:ddList>
                </w:ffData>
              </w:fldChar>
            </w:r>
            <w:r w:rsidR="008D595D">
              <w:rPr>
                <w:rFonts w:cs="Calibri"/>
                <w:sz w:val="24"/>
                <w:szCs w:val="24"/>
              </w:rPr>
              <w:instrText xml:space="preserve"> FORMDROPDOWN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8D595D">
              <w:rPr>
                <w:rFonts w:cs="Calibri"/>
                <w:sz w:val="24"/>
                <w:szCs w:val="24"/>
              </w:rPr>
              <w:fldChar w:fldCharType="end"/>
            </w:r>
            <w:r>
              <w:rPr>
                <w:rFonts w:cs="Calibri"/>
                <w:sz w:val="24"/>
                <w:szCs w:val="24"/>
              </w:rPr>
              <w:tab/>
            </w:r>
            <w:r w:rsidR="008D595D">
              <w:rPr>
                <w:rFonts w:cs="Calibr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Click for 3rd"/>
                    <w:listEntry w:val="Math"/>
                    <w:listEntry w:val="Nat. Science"/>
                    <w:listEntry w:val="Soc. Science"/>
                    <w:listEntry w:val="Arts-Humanities"/>
                    <w:listEntry w:val="Diversity-Justice"/>
                    <w:listEntry w:val="Env. Narratives"/>
                    <w:listEntry w:val="Science Env. Issues"/>
                    <w:listEntry w:val="Com., Policy, Manage"/>
                    <w:listEntry w:val="Env. Applications"/>
                  </w:ddList>
                </w:ffData>
              </w:fldChar>
            </w:r>
            <w:r w:rsidR="008D595D">
              <w:rPr>
                <w:rFonts w:cs="Calibri"/>
                <w:sz w:val="24"/>
                <w:szCs w:val="24"/>
              </w:rPr>
              <w:instrText xml:space="preserve"> FORMDROPDOWN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8D595D">
              <w:rPr>
                <w:rFonts w:cs="Calibri"/>
                <w:sz w:val="24"/>
                <w:szCs w:val="24"/>
              </w:rPr>
              <w:fldChar w:fldCharType="end"/>
            </w:r>
          </w:p>
          <w:p w14:paraId="052EE534" w14:textId="77777777" w:rsidR="00432039" w:rsidRPr="00432039" w:rsidRDefault="00432039" w:rsidP="008D595D">
            <w:pPr>
              <w:pStyle w:val="NoSpacing"/>
              <w:tabs>
                <w:tab w:val="left" w:pos="2857"/>
                <w:tab w:val="left" w:pos="5557"/>
                <w:tab w:val="left" w:pos="8257"/>
              </w:tabs>
              <w:rPr>
                <w:rFonts w:cs="Calibri"/>
                <w:b/>
                <w:sz w:val="24"/>
                <w:szCs w:val="24"/>
              </w:rPr>
            </w:pPr>
          </w:p>
        </w:tc>
      </w:tr>
      <w:tr w:rsidR="00C22DC4" w:rsidRPr="00E75542" w14:paraId="073347CF" w14:textId="77777777" w:rsidTr="00CD5AE5">
        <w:tc>
          <w:tcPr>
            <w:tcW w:w="10908" w:type="dxa"/>
            <w:gridSpan w:val="3"/>
            <w:shd w:val="clear" w:color="auto" w:fill="auto"/>
          </w:tcPr>
          <w:p w14:paraId="09290F0E" w14:textId="77777777" w:rsidR="00C22DC4" w:rsidRPr="00AD2370" w:rsidRDefault="00C22DC4" w:rsidP="00AD2370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Change l</w:t>
            </w:r>
            <w:r w:rsidR="00AD2370">
              <w:rPr>
                <w:rFonts w:cs="Calibri"/>
                <w:sz w:val="24"/>
                <w:szCs w:val="24"/>
              </w:rPr>
              <w:t xml:space="preserve">ib ed </w:t>
            </w:r>
            <w:r>
              <w:rPr>
                <w:rFonts w:cs="Calibri"/>
                <w:sz w:val="24"/>
                <w:szCs w:val="24"/>
              </w:rPr>
              <w:t>writing-intensive d</w:t>
            </w:r>
            <w:r w:rsidR="00AD2370">
              <w:rPr>
                <w:rFonts w:cs="Calibri"/>
                <w:sz w:val="24"/>
                <w:szCs w:val="24"/>
              </w:rPr>
              <w:t xml:space="preserve">esignation  </w:t>
            </w:r>
            <w:r w:rsidR="00AD2370">
              <w:rPr>
                <w:rFonts w:cs="Calibri"/>
                <w:sz w:val="24"/>
                <w:szCs w:val="24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5"/>
            <w:r w:rsidR="00AD237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AD2370">
              <w:rPr>
                <w:rFonts w:cs="Calibri"/>
                <w:sz w:val="24"/>
                <w:szCs w:val="24"/>
              </w:rPr>
              <w:fldChar w:fldCharType="end"/>
            </w:r>
            <w:bookmarkEnd w:id="26"/>
            <w:r w:rsidR="00AD2370">
              <w:rPr>
                <w:rFonts w:cs="Calibri"/>
                <w:sz w:val="24"/>
                <w:szCs w:val="24"/>
              </w:rPr>
              <w:t xml:space="preserve"> Remove  </w:t>
            </w:r>
            <w:r w:rsidR="00AD2370">
              <w:rPr>
                <w:rFonts w:cs="Calibri"/>
                <w:sz w:val="24"/>
                <w:szCs w:val="24"/>
              </w:rPr>
              <w:fldChar w:fldCharType="begin">
                <w:ffData>
                  <w:name w:val="Check26"/>
                  <w:enabled/>
                  <w:calcOnExit w:val="0"/>
                  <w:statusText w:type="text" w:val="Writing-Intensive application forms available on Academic Council page through Faculty tab of My Northland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7" w:name="Check26"/>
            <w:r w:rsidR="00AD2370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AD2370">
              <w:rPr>
                <w:rFonts w:cs="Calibri"/>
                <w:sz w:val="24"/>
                <w:szCs w:val="24"/>
              </w:rPr>
              <w:fldChar w:fldCharType="end"/>
            </w:r>
            <w:bookmarkEnd w:id="27"/>
            <w:r w:rsidR="00AD2370">
              <w:rPr>
                <w:rFonts w:cs="Calibri"/>
                <w:sz w:val="24"/>
                <w:szCs w:val="24"/>
              </w:rPr>
              <w:t xml:space="preserve"> Add (</w:t>
            </w:r>
            <w:r w:rsidR="00AD2370">
              <w:rPr>
                <w:rFonts w:cs="Calibri"/>
                <w:b/>
                <w:sz w:val="24"/>
                <w:szCs w:val="24"/>
              </w:rPr>
              <w:t>requires completion of application form</w:t>
            </w:r>
            <w:r w:rsidR="00AD2370">
              <w:rPr>
                <w:rFonts w:cs="Calibri"/>
                <w:sz w:val="24"/>
                <w:szCs w:val="24"/>
              </w:rPr>
              <w:t>)</w:t>
            </w:r>
          </w:p>
        </w:tc>
      </w:tr>
      <w:tr w:rsidR="00A42698" w:rsidRPr="00E75542" w14:paraId="12506FB8" w14:textId="77777777" w:rsidTr="00CD5AE5">
        <w:tc>
          <w:tcPr>
            <w:tcW w:w="5760" w:type="dxa"/>
            <w:shd w:val="clear" w:color="auto" w:fill="auto"/>
          </w:tcPr>
          <w:p w14:paraId="55567AC2" w14:textId="77777777" w:rsidR="00A42698" w:rsidRPr="00E75542" w:rsidRDefault="00A42698" w:rsidP="00A42698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Change from special topics to regular course status</w:t>
            </w:r>
          </w:p>
        </w:tc>
        <w:tc>
          <w:tcPr>
            <w:tcW w:w="5148" w:type="dxa"/>
            <w:gridSpan w:val="2"/>
            <w:shd w:val="clear" w:color="auto" w:fill="auto"/>
          </w:tcPr>
          <w:p w14:paraId="71B044E8" w14:textId="77777777" w:rsidR="00A42698" w:rsidRPr="008B68F7" w:rsidRDefault="00A42698" w:rsidP="00A42698">
            <w:pPr>
              <w:pStyle w:val="NoSpacing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requires completion of a new course proposal</w:t>
            </w:r>
          </w:p>
        </w:tc>
      </w:tr>
    </w:tbl>
    <w:p w14:paraId="32DAAE00" w14:textId="77777777" w:rsidR="008B4EE0" w:rsidRDefault="008B4EE0" w:rsidP="003433C8">
      <w:pPr>
        <w:pStyle w:val="NoSpacing"/>
        <w:rPr>
          <w:rFonts w:cs="Calibri"/>
          <w:sz w:val="24"/>
          <w:szCs w:val="24"/>
        </w:rPr>
      </w:pPr>
    </w:p>
    <w:p w14:paraId="0A520CC5" w14:textId="77777777" w:rsidR="00A342D3" w:rsidRPr="00E75542" w:rsidRDefault="00A342D3" w:rsidP="003433C8">
      <w:pPr>
        <w:pStyle w:val="NoSpacing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0B6687" w:rsidRPr="00E75542" w14:paraId="6116C22A" w14:textId="77777777" w:rsidTr="00E75542">
        <w:tc>
          <w:tcPr>
            <w:tcW w:w="11016" w:type="dxa"/>
            <w:shd w:val="clear" w:color="auto" w:fill="B8CCE4"/>
          </w:tcPr>
          <w:p w14:paraId="08C0A215" w14:textId="77777777" w:rsidR="000B6687" w:rsidRPr="00E75542" w:rsidRDefault="000B6687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b/>
                <w:sz w:val="28"/>
                <w:szCs w:val="28"/>
              </w:rPr>
              <w:t>**</w:t>
            </w:r>
            <w:r w:rsidRPr="00E75542">
              <w:rPr>
                <w:rFonts w:cs="Calibri"/>
                <w:sz w:val="28"/>
                <w:szCs w:val="28"/>
              </w:rPr>
              <w:t>Change in Course Title</w:t>
            </w:r>
          </w:p>
        </w:tc>
      </w:tr>
      <w:tr w:rsidR="000B6687" w:rsidRPr="00E75542" w14:paraId="10504019" w14:textId="77777777" w:rsidTr="00E75542">
        <w:trPr>
          <w:trHeight w:val="458"/>
        </w:trPr>
        <w:tc>
          <w:tcPr>
            <w:tcW w:w="11016" w:type="dxa"/>
            <w:shd w:val="clear" w:color="auto" w:fill="auto"/>
          </w:tcPr>
          <w:p w14:paraId="4123AA7C" w14:textId="77777777" w:rsidR="000B6687" w:rsidRPr="00E75542" w:rsidRDefault="00EA4809" w:rsidP="00EA4809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Full Title (Maximum of 35</w:t>
            </w:r>
            <w:r w:rsidR="000B6687" w:rsidRPr="00E75542">
              <w:rPr>
                <w:rFonts w:cs="Calibri"/>
                <w:sz w:val="24"/>
                <w:szCs w:val="24"/>
              </w:rPr>
              <w:t xml:space="preserve"> characters):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28" w:name="Text9"/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  <w:bookmarkEnd w:id="28"/>
          </w:p>
        </w:tc>
      </w:tr>
      <w:tr w:rsidR="000B6687" w:rsidRPr="00E75542" w14:paraId="33157DE9" w14:textId="77777777" w:rsidTr="00E75542">
        <w:trPr>
          <w:trHeight w:val="530"/>
        </w:trPr>
        <w:tc>
          <w:tcPr>
            <w:tcW w:w="11016" w:type="dxa"/>
            <w:shd w:val="clear" w:color="auto" w:fill="auto"/>
          </w:tcPr>
          <w:p w14:paraId="71B7CBE1" w14:textId="77777777" w:rsidR="000B6687" w:rsidRPr="00E75542" w:rsidRDefault="00765028" w:rsidP="00A418EB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 w:cs="Calibri"/>
                <w:sz w:val="24"/>
                <w:szCs w:val="24"/>
              </w:rPr>
              <w:t>Short Title (Maximum of 11</w:t>
            </w:r>
            <w:r w:rsidR="000B6687" w:rsidRPr="00E75542">
              <w:rPr>
                <w:rFonts w:eastAsia="Calibri" w:cs="Calibri"/>
                <w:sz w:val="24"/>
                <w:szCs w:val="24"/>
              </w:rPr>
              <w:t xml:space="preserve"> characters): </w:t>
            </w:r>
            <w:r w:rsidR="00C86867">
              <w:rPr>
                <w:rFonts w:eastAsia="Calibri" w:cs="Calibri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29" w:name="Text10"/>
            <w:r w:rsidR="00C86867">
              <w:rPr>
                <w:rFonts w:eastAsia="Calibri"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eastAsia="Calibri" w:cs="Calibri"/>
                <w:sz w:val="24"/>
                <w:szCs w:val="24"/>
              </w:rPr>
            </w:r>
            <w:r w:rsidR="00C86867">
              <w:rPr>
                <w:rFonts w:eastAsia="Calibri" w:cs="Calibri"/>
                <w:sz w:val="24"/>
                <w:szCs w:val="24"/>
              </w:rPr>
              <w:fldChar w:fldCharType="separate"/>
            </w:r>
            <w:r w:rsidR="00A418EB">
              <w:rPr>
                <w:rFonts w:eastAsia="Calibri" w:cs="Calibri"/>
                <w:sz w:val="24"/>
                <w:szCs w:val="24"/>
              </w:rPr>
              <w:t> </w:t>
            </w:r>
            <w:r w:rsidR="00A418EB">
              <w:rPr>
                <w:rFonts w:eastAsia="Calibri" w:cs="Calibri"/>
                <w:sz w:val="24"/>
                <w:szCs w:val="24"/>
              </w:rPr>
              <w:t> </w:t>
            </w:r>
            <w:r w:rsidR="00A418EB">
              <w:rPr>
                <w:rFonts w:eastAsia="Calibri" w:cs="Calibri"/>
                <w:sz w:val="24"/>
                <w:szCs w:val="24"/>
              </w:rPr>
              <w:t> </w:t>
            </w:r>
            <w:r w:rsidR="00A418EB">
              <w:rPr>
                <w:rFonts w:eastAsia="Calibri" w:cs="Calibri"/>
                <w:sz w:val="24"/>
                <w:szCs w:val="24"/>
              </w:rPr>
              <w:t> </w:t>
            </w:r>
            <w:r w:rsidR="00A418EB">
              <w:rPr>
                <w:rFonts w:eastAsia="Calibri" w:cs="Calibri"/>
                <w:sz w:val="24"/>
                <w:szCs w:val="24"/>
              </w:rPr>
              <w:t> </w:t>
            </w:r>
            <w:r w:rsidR="00C86867">
              <w:rPr>
                <w:rFonts w:eastAsia="Calibri" w:cs="Calibri"/>
                <w:sz w:val="24"/>
                <w:szCs w:val="24"/>
              </w:rPr>
              <w:fldChar w:fldCharType="end"/>
            </w:r>
            <w:bookmarkEnd w:id="29"/>
          </w:p>
        </w:tc>
      </w:tr>
    </w:tbl>
    <w:p w14:paraId="5A8C2132" w14:textId="77777777" w:rsidR="00A25E10" w:rsidRDefault="00A25E10" w:rsidP="00A25E10">
      <w:pPr>
        <w:spacing w:line="240" w:lineRule="auto"/>
      </w:pPr>
    </w:p>
    <w:tbl>
      <w:tblPr>
        <w:tblpPr w:leftFromText="180" w:rightFromText="180" w:vertAnchor="text" w:horzAnchor="margin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90"/>
      </w:tblGrid>
      <w:tr w:rsidR="00AF0500" w:rsidRPr="00E75542" w14:paraId="21E0F92B" w14:textId="77777777" w:rsidTr="001D1FE6">
        <w:trPr>
          <w:trHeight w:val="350"/>
        </w:trPr>
        <w:tc>
          <w:tcPr>
            <w:tcW w:w="10822" w:type="dxa"/>
            <w:shd w:val="clear" w:color="auto" w:fill="B8CCE4"/>
          </w:tcPr>
          <w:p w14:paraId="4CE254ED" w14:textId="77777777" w:rsidR="00AF0500" w:rsidRPr="00E75542" w:rsidRDefault="00AF0500" w:rsidP="001D1FE6">
            <w:pPr>
              <w:pStyle w:val="NoSpacing"/>
              <w:keepNext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Description of Requested Modification(s)</w:t>
            </w:r>
          </w:p>
        </w:tc>
      </w:tr>
    </w:tbl>
    <w:p w14:paraId="4EC39DC5" w14:textId="77777777" w:rsidR="00C86867" w:rsidRDefault="009707F5" w:rsidP="00775447">
      <w:pPr>
        <w:pStyle w:val="NoSpacing"/>
        <w:keepLines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30" w:name="Text31"/>
      <w:r>
        <w:rPr>
          <w:rFonts w:cs="Calibri"/>
          <w:sz w:val="24"/>
          <w:szCs w:val="24"/>
        </w:rPr>
        <w:instrText xml:space="preserve"> FORMTEXT </w:instrText>
      </w:r>
      <w:r>
        <w:rPr>
          <w:rFonts w:cs="Calibri"/>
          <w:sz w:val="24"/>
          <w:szCs w:val="24"/>
        </w:rPr>
      </w:r>
      <w:r>
        <w:rPr>
          <w:rFonts w:cs="Calibri"/>
          <w:sz w:val="24"/>
          <w:szCs w:val="24"/>
        </w:rPr>
        <w:fldChar w:fldCharType="separate"/>
      </w:r>
      <w:r w:rsidR="008B4EE0">
        <w:rPr>
          <w:rFonts w:cs="Calibri"/>
          <w:sz w:val="24"/>
          <w:szCs w:val="24"/>
        </w:rPr>
        <w:t> </w:t>
      </w:r>
      <w:r w:rsidR="008B4EE0">
        <w:rPr>
          <w:rFonts w:cs="Calibri"/>
          <w:sz w:val="24"/>
          <w:szCs w:val="24"/>
        </w:rPr>
        <w:t> </w:t>
      </w:r>
      <w:r w:rsidR="008B4EE0">
        <w:rPr>
          <w:rFonts w:cs="Calibri"/>
          <w:sz w:val="24"/>
          <w:szCs w:val="24"/>
        </w:rPr>
        <w:t> </w:t>
      </w:r>
      <w:r w:rsidR="008B4EE0">
        <w:rPr>
          <w:rFonts w:cs="Calibri"/>
          <w:sz w:val="24"/>
          <w:szCs w:val="24"/>
        </w:rPr>
        <w:t> </w:t>
      </w:r>
      <w:r w:rsidR="008B4EE0">
        <w:rPr>
          <w:rFonts w:cs="Calibri"/>
          <w:sz w:val="24"/>
          <w:szCs w:val="24"/>
        </w:rPr>
        <w:t> </w:t>
      </w:r>
      <w:r>
        <w:rPr>
          <w:rFonts w:cs="Calibri"/>
          <w:sz w:val="24"/>
          <w:szCs w:val="24"/>
        </w:rPr>
        <w:fldChar w:fldCharType="end"/>
      </w:r>
      <w:bookmarkEnd w:id="30"/>
    </w:p>
    <w:p w14:paraId="41885C6B" w14:textId="77777777" w:rsidR="006A01C9" w:rsidRPr="00E75542" w:rsidRDefault="006A01C9" w:rsidP="003433C8">
      <w:pPr>
        <w:pStyle w:val="NoSpacing"/>
        <w:rPr>
          <w:rFonts w:cs="Calibri"/>
          <w:sz w:val="24"/>
          <w:szCs w:val="24"/>
        </w:rPr>
      </w:pPr>
    </w:p>
    <w:tbl>
      <w:tblPr>
        <w:tblpPr w:leftFromText="180" w:rightFromText="180" w:vertAnchor="text" w:horzAnchor="margin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90"/>
      </w:tblGrid>
      <w:tr w:rsidR="003433C8" w:rsidRPr="00E75542" w14:paraId="00992007" w14:textId="77777777" w:rsidTr="00E75542">
        <w:trPr>
          <w:trHeight w:val="350"/>
        </w:trPr>
        <w:tc>
          <w:tcPr>
            <w:tcW w:w="10822" w:type="dxa"/>
            <w:shd w:val="clear" w:color="auto" w:fill="B8CCE4"/>
          </w:tcPr>
          <w:p w14:paraId="274E4426" w14:textId="77777777" w:rsidR="003433C8" w:rsidRPr="00E75542" w:rsidRDefault="003433C8" w:rsidP="006948CB">
            <w:pPr>
              <w:pStyle w:val="NoSpacing"/>
              <w:keepNext/>
              <w:rPr>
                <w:rFonts w:cs="Calibri"/>
                <w:sz w:val="28"/>
                <w:szCs w:val="28"/>
              </w:rPr>
            </w:pPr>
            <w:r w:rsidRPr="00E75542">
              <w:rPr>
                <w:rFonts w:cs="Calibri"/>
                <w:sz w:val="28"/>
                <w:szCs w:val="28"/>
              </w:rPr>
              <w:t>Rationale for Modification</w:t>
            </w:r>
            <w:r w:rsidR="00AD4768">
              <w:rPr>
                <w:rFonts w:cs="Calibri"/>
                <w:sz w:val="28"/>
                <w:szCs w:val="28"/>
              </w:rPr>
              <w:t>(s)</w:t>
            </w:r>
          </w:p>
        </w:tc>
      </w:tr>
    </w:tbl>
    <w:p w14:paraId="0D6E6531" w14:textId="77777777" w:rsidR="00C86867" w:rsidRDefault="006948CB" w:rsidP="00775447">
      <w:pPr>
        <w:keepLines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31" w:name="Text30"/>
      <w:r>
        <w:rPr>
          <w:rFonts w:cs="Calibri"/>
          <w:sz w:val="24"/>
          <w:szCs w:val="24"/>
        </w:rPr>
        <w:instrText xml:space="preserve"> FORMTEXT </w:instrText>
      </w:r>
      <w:r>
        <w:rPr>
          <w:rFonts w:cs="Calibri"/>
          <w:sz w:val="24"/>
          <w:szCs w:val="24"/>
        </w:rPr>
      </w:r>
      <w:r>
        <w:rPr>
          <w:rFonts w:cs="Calibri"/>
          <w:sz w:val="24"/>
          <w:szCs w:val="24"/>
        </w:rPr>
        <w:fldChar w:fldCharType="separate"/>
      </w:r>
      <w:r>
        <w:rPr>
          <w:rFonts w:cs="Calibri"/>
          <w:noProof/>
          <w:sz w:val="24"/>
          <w:szCs w:val="24"/>
        </w:rPr>
        <w:t> </w:t>
      </w:r>
      <w:r>
        <w:rPr>
          <w:rFonts w:cs="Calibri"/>
          <w:noProof/>
          <w:sz w:val="24"/>
          <w:szCs w:val="24"/>
        </w:rPr>
        <w:t> </w:t>
      </w:r>
      <w:r>
        <w:rPr>
          <w:rFonts w:cs="Calibri"/>
          <w:noProof/>
          <w:sz w:val="24"/>
          <w:szCs w:val="24"/>
        </w:rPr>
        <w:t> </w:t>
      </w:r>
      <w:r>
        <w:rPr>
          <w:rFonts w:cs="Calibri"/>
          <w:noProof/>
          <w:sz w:val="24"/>
          <w:szCs w:val="24"/>
        </w:rPr>
        <w:t> </w:t>
      </w:r>
      <w:r>
        <w:rPr>
          <w:rFonts w:cs="Calibri"/>
          <w:noProof/>
          <w:sz w:val="24"/>
          <w:szCs w:val="24"/>
        </w:rPr>
        <w:t> </w:t>
      </w:r>
      <w:r>
        <w:rPr>
          <w:rFonts w:cs="Calibri"/>
          <w:sz w:val="24"/>
          <w:szCs w:val="24"/>
        </w:rPr>
        <w:fldChar w:fldCharType="end"/>
      </w:r>
      <w:bookmarkEnd w:id="31"/>
    </w:p>
    <w:p w14:paraId="5F2CC890" w14:textId="77777777" w:rsidR="007A4638" w:rsidRDefault="007A4638" w:rsidP="007A4638">
      <w:pPr>
        <w:pStyle w:val="NoSpacing"/>
        <w:rPr>
          <w:rFonts w:cs="Calibri"/>
          <w:sz w:val="24"/>
          <w:szCs w:val="24"/>
        </w:rPr>
      </w:pPr>
      <w:bookmarkStart w:id="32" w:name="_Hlk90901540"/>
    </w:p>
    <w:tbl>
      <w:tblPr>
        <w:tblpPr w:leftFromText="180" w:rightFromText="180" w:vertAnchor="text" w:horzAnchor="margin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90"/>
      </w:tblGrid>
      <w:tr w:rsidR="007A4638" w:rsidRPr="00E75542" w14:paraId="19C2DDCD" w14:textId="77777777" w:rsidTr="007A4638">
        <w:trPr>
          <w:trHeight w:val="350"/>
        </w:trPr>
        <w:tc>
          <w:tcPr>
            <w:tcW w:w="10790" w:type="dxa"/>
            <w:shd w:val="clear" w:color="auto" w:fill="B8CCE4"/>
          </w:tcPr>
          <w:p w14:paraId="541737C2" w14:textId="77777777" w:rsidR="007A4638" w:rsidRPr="007A4638" w:rsidRDefault="007A4638" w:rsidP="007A4638">
            <w:pPr>
              <w:pStyle w:val="NoSpacing"/>
              <w:rPr>
                <w:rFonts w:cs="Calibri"/>
                <w:sz w:val="24"/>
                <w:szCs w:val="24"/>
              </w:rPr>
            </w:pPr>
            <w:r w:rsidRPr="00290DEC">
              <w:rPr>
                <w:rFonts w:cs="Calibri"/>
                <w:sz w:val="28"/>
                <w:szCs w:val="28"/>
              </w:rPr>
              <w:t>Current or proposed modification of learning outcomes for the course</w:t>
            </w:r>
            <w:r>
              <w:rPr>
                <w:rFonts w:cs="Calibri"/>
                <w:sz w:val="24"/>
                <w:szCs w:val="24"/>
              </w:rPr>
              <w:t xml:space="preserve"> (e.g., After completion of the course, students will be able to . . .).  </w:t>
            </w:r>
            <w:r w:rsidRPr="004F2DA9">
              <w:rPr>
                <w:rFonts w:cs="Calibri"/>
                <w:sz w:val="24"/>
                <w:szCs w:val="24"/>
              </w:rPr>
              <w:t xml:space="preserve">If this course will count toward one or more of the liberal education designations, please include at least one corresponding learning outcome for </w:t>
            </w:r>
            <w:r w:rsidRPr="004F2DA9">
              <w:rPr>
                <w:rFonts w:cs="Calibri"/>
                <w:i/>
                <w:sz w:val="24"/>
                <w:szCs w:val="24"/>
              </w:rPr>
              <w:t>each</w:t>
            </w:r>
            <w:r w:rsidRPr="004F2DA9">
              <w:rPr>
                <w:rFonts w:cs="Calibri"/>
                <w:sz w:val="24"/>
                <w:szCs w:val="24"/>
              </w:rPr>
              <w:t xml:space="preserve"> designation that you checked.</w:t>
            </w:r>
            <w:r>
              <w:rPr>
                <w:rFonts w:cs="Calibri"/>
                <w:sz w:val="24"/>
                <w:szCs w:val="24"/>
              </w:rPr>
              <w:t xml:space="preserve"> Refer to the Criteria for Categorical Requirements in the Liberal Education for the Environment &amp; Society Program document (My.Northland.edu &gt; Employees &gt; Faculty &gt; Course Resources) to help identify these ILOs.  </w:t>
            </w:r>
          </w:p>
        </w:tc>
      </w:tr>
    </w:tbl>
    <w:bookmarkEnd w:id="32"/>
    <w:p w14:paraId="63C3D085" w14:textId="77777777" w:rsidR="007A4638" w:rsidRDefault="007A4638" w:rsidP="007A4638">
      <w:pPr>
        <w:pStyle w:val="NoSpacing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After completion of the course, students will be able to: </w:t>
      </w:r>
    </w:p>
    <w:p w14:paraId="6A23705B" w14:textId="77777777" w:rsidR="008B68F7" w:rsidRDefault="007A4638" w:rsidP="007A4638">
      <w:pPr>
        <w:pStyle w:val="NoSpacing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fldChar w:fldCharType="begin">
          <w:ffData>
            <w:name w:val="Text30"/>
            <w:enabled/>
            <w:calcOnExit w:val="0"/>
            <w:textInput/>
          </w:ffData>
        </w:fldChar>
      </w:r>
      <w:r>
        <w:rPr>
          <w:rFonts w:cs="Calibri"/>
          <w:sz w:val="24"/>
          <w:szCs w:val="24"/>
        </w:rPr>
        <w:instrText xml:space="preserve"> FORMTEXT </w:instrText>
      </w:r>
      <w:r>
        <w:rPr>
          <w:rFonts w:cs="Calibri"/>
          <w:sz w:val="24"/>
          <w:szCs w:val="24"/>
        </w:rPr>
      </w:r>
      <w:r>
        <w:rPr>
          <w:rFonts w:cs="Calibri"/>
          <w:sz w:val="24"/>
          <w:szCs w:val="24"/>
        </w:rPr>
        <w:fldChar w:fldCharType="separate"/>
      </w:r>
      <w:r>
        <w:rPr>
          <w:rFonts w:cs="Calibri"/>
          <w:noProof/>
          <w:sz w:val="24"/>
          <w:szCs w:val="24"/>
        </w:rPr>
        <w:t> </w:t>
      </w:r>
      <w:r>
        <w:rPr>
          <w:rFonts w:cs="Calibri"/>
          <w:noProof/>
          <w:sz w:val="24"/>
          <w:szCs w:val="24"/>
        </w:rPr>
        <w:t> </w:t>
      </w:r>
      <w:r>
        <w:rPr>
          <w:rFonts w:cs="Calibri"/>
          <w:noProof/>
          <w:sz w:val="24"/>
          <w:szCs w:val="24"/>
        </w:rPr>
        <w:t> </w:t>
      </w:r>
      <w:r>
        <w:rPr>
          <w:rFonts w:cs="Calibri"/>
          <w:noProof/>
          <w:sz w:val="24"/>
          <w:szCs w:val="24"/>
        </w:rPr>
        <w:t> </w:t>
      </w:r>
      <w:r>
        <w:rPr>
          <w:rFonts w:cs="Calibri"/>
          <w:noProof/>
          <w:sz w:val="24"/>
          <w:szCs w:val="24"/>
        </w:rPr>
        <w:t> </w:t>
      </w:r>
      <w:r>
        <w:rPr>
          <w:rFonts w:cs="Calibri"/>
          <w:sz w:val="24"/>
          <w:szCs w:val="24"/>
        </w:rPr>
        <w:fldChar w:fldCharType="end"/>
      </w:r>
    </w:p>
    <w:p w14:paraId="6C9A3E6E" w14:textId="77777777" w:rsidR="007A4638" w:rsidRPr="00E75542" w:rsidRDefault="007A4638" w:rsidP="003433C8">
      <w:pPr>
        <w:spacing w:after="0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8"/>
        <w:gridCol w:w="1530"/>
        <w:gridCol w:w="1890"/>
        <w:gridCol w:w="2088"/>
      </w:tblGrid>
      <w:tr w:rsidR="003433C8" w:rsidRPr="00E75542" w14:paraId="37FE65E0" w14:textId="77777777" w:rsidTr="00E75542">
        <w:trPr>
          <w:trHeight w:val="216"/>
        </w:trPr>
        <w:tc>
          <w:tcPr>
            <w:tcW w:w="11016" w:type="dxa"/>
            <w:gridSpan w:val="4"/>
            <w:shd w:val="clear" w:color="auto" w:fill="B8CCE4"/>
          </w:tcPr>
          <w:p w14:paraId="7459E6F6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Proposal/Review Process</w:t>
            </w:r>
          </w:p>
        </w:tc>
      </w:tr>
      <w:tr w:rsidR="003433C8" w:rsidRPr="00E75542" w14:paraId="2723FFEF" w14:textId="77777777" w:rsidTr="00E75542">
        <w:trPr>
          <w:trHeight w:val="350"/>
        </w:trPr>
        <w:tc>
          <w:tcPr>
            <w:tcW w:w="5508" w:type="dxa"/>
            <w:shd w:val="clear" w:color="auto" w:fill="auto"/>
          </w:tcPr>
          <w:p w14:paraId="35971B9E" w14:textId="77777777" w:rsidR="003433C8" w:rsidRPr="00E75542" w:rsidRDefault="003433C8" w:rsidP="00A418EB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Proposed by: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3" w:name="Text13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33"/>
          </w:p>
        </w:tc>
        <w:tc>
          <w:tcPr>
            <w:tcW w:w="5508" w:type="dxa"/>
            <w:gridSpan w:val="3"/>
            <w:shd w:val="clear" w:color="auto" w:fill="auto"/>
          </w:tcPr>
          <w:p w14:paraId="010B3CB1" w14:textId="77777777" w:rsidR="003433C8" w:rsidRPr="00E75542" w:rsidRDefault="003433C8" w:rsidP="00A418EB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4" w:name="Text14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34"/>
          </w:p>
        </w:tc>
      </w:tr>
      <w:tr w:rsidR="003433C8" w:rsidRPr="00E75542" w14:paraId="71A6F68F" w14:textId="77777777" w:rsidTr="00E75542">
        <w:trPr>
          <w:trHeight w:val="350"/>
        </w:trPr>
        <w:tc>
          <w:tcPr>
            <w:tcW w:w="703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B1E3F0E" w14:textId="77777777" w:rsidR="003433C8" w:rsidRPr="00E75542" w:rsidRDefault="00AD4768" w:rsidP="00A418EB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Reviewed by Program Coordinator:</w:t>
            </w:r>
            <w:r w:rsidR="00C86867">
              <w:rPr>
                <w:rFonts w:cs="Calibri"/>
                <w:sz w:val="24"/>
                <w:szCs w:val="24"/>
              </w:rPr>
              <w:t xml:space="preserve">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5" w:name="Text15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A418EB">
              <w:rPr>
                <w:rFonts w:cs="Calibri"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35"/>
          </w:p>
        </w:tc>
        <w:tc>
          <w:tcPr>
            <w:tcW w:w="1890" w:type="dxa"/>
            <w:tcBorders>
              <w:right w:val="single" w:sz="4" w:space="0" w:color="auto"/>
            </w:tcBorders>
            <w:shd w:val="clear" w:color="auto" w:fill="auto"/>
          </w:tcPr>
          <w:p w14:paraId="4265C926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6" w:name="Check12"/>
            <w:r w:rsidR="00C86867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36"/>
          </w:p>
        </w:tc>
        <w:tc>
          <w:tcPr>
            <w:tcW w:w="2088" w:type="dxa"/>
            <w:tcBorders>
              <w:right w:val="single" w:sz="4" w:space="0" w:color="auto"/>
            </w:tcBorders>
            <w:shd w:val="clear" w:color="auto" w:fill="auto"/>
          </w:tcPr>
          <w:p w14:paraId="55E29CD2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No: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7" w:name="Check13"/>
            <w:r w:rsidR="00C86867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37"/>
          </w:p>
        </w:tc>
      </w:tr>
    </w:tbl>
    <w:p w14:paraId="2D4DB6B9" w14:textId="77777777" w:rsidR="003433C8" w:rsidRPr="00E75542" w:rsidRDefault="003433C8" w:rsidP="003433C8">
      <w:pPr>
        <w:pStyle w:val="NoSpacing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3085"/>
        <w:gridCol w:w="1053"/>
        <w:gridCol w:w="1415"/>
        <w:gridCol w:w="1692"/>
      </w:tblGrid>
      <w:tr w:rsidR="003433C8" w:rsidRPr="00E75542" w14:paraId="391435A3" w14:textId="77777777" w:rsidTr="000E3171">
        <w:tc>
          <w:tcPr>
            <w:tcW w:w="10790" w:type="dxa"/>
            <w:gridSpan w:val="5"/>
            <w:shd w:val="clear" w:color="auto" w:fill="538135"/>
          </w:tcPr>
          <w:p w14:paraId="1967AAE8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lastRenderedPageBreak/>
              <w:t>Approval Process</w:t>
            </w:r>
            <w:r w:rsidR="00240162" w:rsidRPr="00E75542">
              <w:rPr>
                <w:rFonts w:cs="Calibri"/>
                <w:sz w:val="24"/>
                <w:szCs w:val="24"/>
              </w:rPr>
              <w:t xml:space="preserve">: </w:t>
            </w:r>
            <w:r w:rsidRPr="00E75542">
              <w:rPr>
                <w:rFonts w:cs="Calibri"/>
                <w:sz w:val="24"/>
                <w:szCs w:val="24"/>
              </w:rPr>
              <w:t>Please initial and date</w:t>
            </w:r>
          </w:p>
        </w:tc>
      </w:tr>
      <w:tr w:rsidR="003433C8" w:rsidRPr="00E75542" w14:paraId="3E32B13D" w14:textId="77777777" w:rsidTr="000E3171">
        <w:tc>
          <w:tcPr>
            <w:tcW w:w="6630" w:type="dxa"/>
            <w:gridSpan w:val="2"/>
            <w:shd w:val="clear" w:color="auto" w:fill="auto"/>
          </w:tcPr>
          <w:p w14:paraId="575A8043" w14:textId="77777777" w:rsidR="003433C8" w:rsidRPr="00E75542" w:rsidRDefault="00907A51" w:rsidP="00F9544C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Received by Registrar’s Office</w:t>
            </w:r>
            <w:r w:rsidR="00F9544C">
              <w:rPr>
                <w:rFonts w:cs="Calibri"/>
                <w:sz w:val="24"/>
                <w:szCs w:val="24"/>
              </w:rPr>
              <w:t>:</w:t>
            </w:r>
            <w:r w:rsidR="00240162" w:rsidRPr="00E75542">
              <w:rPr>
                <w:rFonts w:cs="Calibri"/>
                <w:sz w:val="24"/>
                <w:szCs w:val="24"/>
              </w:rPr>
              <w:t xml:space="preserve"> </w:t>
            </w:r>
            <w:r w:rsidR="00AB31DD">
              <w:rPr>
                <w:rFonts w:cs="Calibri"/>
                <w:sz w:val="24"/>
                <w:szCs w:val="24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8" w:name="Text33"/>
            <w:r w:rsidR="00AB31DD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AB31DD">
              <w:rPr>
                <w:rFonts w:cs="Calibri"/>
                <w:sz w:val="24"/>
                <w:szCs w:val="24"/>
              </w:rPr>
            </w:r>
            <w:r w:rsidR="00AB31DD">
              <w:rPr>
                <w:rFonts w:cs="Calibri"/>
                <w:sz w:val="24"/>
                <w:szCs w:val="24"/>
              </w:rPr>
              <w:fldChar w:fldCharType="separate"/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sz w:val="24"/>
                <w:szCs w:val="24"/>
              </w:rPr>
              <w:fldChar w:fldCharType="end"/>
            </w:r>
            <w:bookmarkEnd w:id="38"/>
          </w:p>
        </w:tc>
        <w:tc>
          <w:tcPr>
            <w:tcW w:w="4160" w:type="dxa"/>
            <w:gridSpan w:val="3"/>
            <w:shd w:val="clear" w:color="auto" w:fill="auto"/>
          </w:tcPr>
          <w:p w14:paraId="45F76035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9" w:name="Text17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39"/>
          </w:p>
        </w:tc>
      </w:tr>
      <w:tr w:rsidR="003433C8" w:rsidRPr="00E75542" w14:paraId="560F03B2" w14:textId="77777777" w:rsidTr="000E3171">
        <w:tc>
          <w:tcPr>
            <w:tcW w:w="6630" w:type="dxa"/>
            <w:gridSpan w:val="2"/>
            <w:shd w:val="clear" w:color="auto" w:fill="auto"/>
          </w:tcPr>
          <w:p w14:paraId="39C63EC9" w14:textId="77777777" w:rsidR="003433C8" w:rsidRPr="00E75542" w:rsidRDefault="003433C8" w:rsidP="00F9544C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Reviewed by Registrar</w:t>
            </w:r>
            <w:r w:rsidR="00240162" w:rsidRPr="00E75542">
              <w:rPr>
                <w:rFonts w:cs="Calibri"/>
                <w:sz w:val="24"/>
                <w:szCs w:val="24"/>
              </w:rPr>
              <w:t xml:space="preserve">: </w:t>
            </w:r>
            <w:r w:rsidR="00AB31DD">
              <w:rPr>
                <w:rFonts w:cs="Calibri"/>
                <w:sz w:val="24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0" w:name="Text34"/>
            <w:r w:rsidR="00AB31DD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AB31DD">
              <w:rPr>
                <w:rFonts w:cs="Calibri"/>
                <w:sz w:val="24"/>
                <w:szCs w:val="24"/>
              </w:rPr>
            </w:r>
            <w:r w:rsidR="00AB31DD">
              <w:rPr>
                <w:rFonts w:cs="Calibri"/>
                <w:sz w:val="24"/>
                <w:szCs w:val="24"/>
              </w:rPr>
              <w:fldChar w:fldCharType="separate"/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sz w:val="24"/>
                <w:szCs w:val="24"/>
              </w:rPr>
              <w:fldChar w:fldCharType="end"/>
            </w:r>
            <w:bookmarkEnd w:id="40"/>
          </w:p>
        </w:tc>
        <w:tc>
          <w:tcPr>
            <w:tcW w:w="4160" w:type="dxa"/>
            <w:gridSpan w:val="3"/>
            <w:shd w:val="clear" w:color="auto" w:fill="auto"/>
          </w:tcPr>
          <w:p w14:paraId="056385C1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1" w:name="Text18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41"/>
          </w:p>
        </w:tc>
      </w:tr>
      <w:tr w:rsidR="003433C8" w:rsidRPr="00E75542" w14:paraId="59E6CA41" w14:textId="77777777" w:rsidTr="000E3171">
        <w:tc>
          <w:tcPr>
            <w:tcW w:w="6630" w:type="dxa"/>
            <w:gridSpan w:val="2"/>
            <w:shd w:val="clear" w:color="auto" w:fill="auto"/>
          </w:tcPr>
          <w:p w14:paraId="190DA18D" w14:textId="77777777" w:rsidR="003433C8" w:rsidRPr="00E75542" w:rsidRDefault="00BA4626" w:rsidP="00AB31DD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Reviewed by Academic Affairs</w:t>
            </w:r>
            <w:r w:rsidR="00240162" w:rsidRPr="00E75542">
              <w:rPr>
                <w:rFonts w:cs="Calibri"/>
                <w:sz w:val="24"/>
                <w:szCs w:val="24"/>
              </w:rPr>
              <w:t xml:space="preserve">: </w:t>
            </w:r>
            <w:r w:rsidR="00AB31DD">
              <w:rPr>
                <w:rFonts w:cs="Calibri"/>
                <w:sz w:val="24"/>
                <w:szCs w:val="24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2" w:name="Text35"/>
            <w:r w:rsidR="00AB31DD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AB31DD">
              <w:rPr>
                <w:rFonts w:cs="Calibri"/>
                <w:sz w:val="24"/>
                <w:szCs w:val="24"/>
              </w:rPr>
            </w:r>
            <w:r w:rsidR="00AB31DD">
              <w:rPr>
                <w:rFonts w:cs="Calibri"/>
                <w:sz w:val="24"/>
                <w:szCs w:val="24"/>
              </w:rPr>
              <w:fldChar w:fldCharType="separate"/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sz w:val="24"/>
                <w:szCs w:val="24"/>
              </w:rPr>
              <w:fldChar w:fldCharType="end"/>
            </w:r>
            <w:bookmarkEnd w:id="42"/>
          </w:p>
        </w:tc>
        <w:tc>
          <w:tcPr>
            <w:tcW w:w="4160" w:type="dxa"/>
            <w:gridSpan w:val="3"/>
            <w:shd w:val="clear" w:color="auto" w:fill="auto"/>
          </w:tcPr>
          <w:p w14:paraId="3AFB688D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43" w:name="Text19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43"/>
          </w:p>
        </w:tc>
      </w:tr>
      <w:tr w:rsidR="003433C8" w:rsidRPr="00E75542" w14:paraId="30F123A3" w14:textId="77777777" w:rsidTr="000E3171">
        <w:tc>
          <w:tcPr>
            <w:tcW w:w="3545" w:type="dxa"/>
            <w:shd w:val="clear" w:color="auto" w:fill="auto"/>
          </w:tcPr>
          <w:p w14:paraId="05EA0213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Submitted to Academic Council for review</w:t>
            </w:r>
            <w:r w:rsidR="00AB31DD">
              <w:rPr>
                <w:rFonts w:cs="Calibri"/>
                <w:sz w:val="24"/>
                <w:szCs w:val="24"/>
              </w:rPr>
              <w:t xml:space="preserve"> </w:t>
            </w:r>
            <w:r w:rsidR="00AB31DD">
              <w:rPr>
                <w:rFonts w:cs="Calibri"/>
                <w:sz w:val="24"/>
                <w:szCs w:val="24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44" w:name="Text32"/>
            <w:r w:rsidR="00AB31DD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AB31DD">
              <w:rPr>
                <w:rFonts w:cs="Calibri"/>
                <w:sz w:val="24"/>
                <w:szCs w:val="24"/>
              </w:rPr>
            </w:r>
            <w:r w:rsidR="00AB31DD">
              <w:rPr>
                <w:rFonts w:cs="Calibri"/>
                <w:sz w:val="24"/>
                <w:szCs w:val="24"/>
              </w:rPr>
              <w:fldChar w:fldCharType="separate"/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sz w:val="24"/>
                <w:szCs w:val="24"/>
              </w:rPr>
              <w:fldChar w:fldCharType="end"/>
            </w:r>
            <w:bookmarkEnd w:id="44"/>
          </w:p>
        </w:tc>
        <w:tc>
          <w:tcPr>
            <w:tcW w:w="4138" w:type="dxa"/>
            <w:gridSpan w:val="2"/>
            <w:shd w:val="clear" w:color="auto" w:fill="auto"/>
          </w:tcPr>
          <w:p w14:paraId="7D5E39F0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Approved</w:t>
            </w:r>
            <w:r w:rsidR="00240162" w:rsidRPr="00E75542">
              <w:rPr>
                <w:rFonts w:cs="Calibri"/>
                <w:sz w:val="24"/>
                <w:szCs w:val="24"/>
              </w:rPr>
              <w:t xml:space="preserve">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7"/>
            <w:r w:rsidR="00C86867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45"/>
            <w:r w:rsidR="00C86867">
              <w:rPr>
                <w:rFonts w:cs="Calibri"/>
                <w:sz w:val="24"/>
                <w:szCs w:val="24"/>
              </w:rPr>
              <w:t xml:space="preserve"> </w:t>
            </w:r>
            <w:r w:rsidRPr="00E75542">
              <w:rPr>
                <w:rFonts w:cs="Calibri"/>
                <w:sz w:val="24"/>
                <w:szCs w:val="24"/>
              </w:rPr>
              <w:t xml:space="preserve">              Denied: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8"/>
            <w:r w:rsidR="00C86867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46"/>
          </w:p>
          <w:p w14:paraId="22E19E61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47" w:name="Text20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47"/>
          </w:p>
        </w:tc>
        <w:tc>
          <w:tcPr>
            <w:tcW w:w="3107" w:type="dxa"/>
            <w:gridSpan w:val="2"/>
            <w:shd w:val="clear" w:color="auto" w:fill="auto"/>
          </w:tcPr>
          <w:p w14:paraId="4485C22F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Tabled: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9"/>
            <w:r w:rsidR="00C86867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48"/>
          </w:p>
          <w:p w14:paraId="5A7761D6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9" w:name="Text21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49"/>
          </w:p>
        </w:tc>
      </w:tr>
      <w:tr w:rsidR="003433C8" w:rsidRPr="00E75542" w14:paraId="10271E15" w14:textId="77777777" w:rsidTr="000E3171">
        <w:tc>
          <w:tcPr>
            <w:tcW w:w="10790" w:type="dxa"/>
            <w:gridSpan w:val="5"/>
            <w:shd w:val="clear" w:color="auto" w:fill="538135"/>
          </w:tcPr>
          <w:p w14:paraId="2DF0F656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Jenzabar Processing</w:t>
            </w:r>
            <w:r w:rsidR="00240162" w:rsidRPr="00E75542">
              <w:rPr>
                <w:rFonts w:cs="Calibri"/>
                <w:sz w:val="24"/>
                <w:szCs w:val="24"/>
              </w:rPr>
              <w:t xml:space="preserve">: </w:t>
            </w:r>
            <w:r w:rsidRPr="00E75542">
              <w:rPr>
                <w:rFonts w:cs="Calibri"/>
                <w:sz w:val="24"/>
                <w:szCs w:val="24"/>
              </w:rPr>
              <w:t>Please initial and date when complete</w:t>
            </w:r>
          </w:p>
        </w:tc>
      </w:tr>
      <w:tr w:rsidR="003433C8" w:rsidRPr="00E75542" w14:paraId="0654B320" w14:textId="77777777" w:rsidTr="000E3171">
        <w:tc>
          <w:tcPr>
            <w:tcW w:w="6630" w:type="dxa"/>
            <w:gridSpan w:val="2"/>
            <w:shd w:val="clear" w:color="auto" w:fill="auto"/>
          </w:tcPr>
          <w:p w14:paraId="47B9C121" w14:textId="77777777" w:rsidR="003433C8" w:rsidRPr="00E75542" w:rsidRDefault="003433C8" w:rsidP="00AB31DD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Modification made at the catalog level</w:t>
            </w:r>
            <w:r w:rsidR="00240162" w:rsidRPr="00E75542">
              <w:rPr>
                <w:rFonts w:cs="Calibri"/>
                <w:sz w:val="24"/>
                <w:szCs w:val="24"/>
              </w:rPr>
              <w:t xml:space="preserve">: </w:t>
            </w:r>
            <w:r w:rsidR="00AB31DD">
              <w:rPr>
                <w:rFonts w:cs="Calibri"/>
                <w:sz w:val="24"/>
                <w:szCs w:val="24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50" w:name="Text36"/>
            <w:r w:rsidR="00AB31DD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AB31DD">
              <w:rPr>
                <w:rFonts w:cs="Calibri"/>
                <w:sz w:val="24"/>
                <w:szCs w:val="24"/>
              </w:rPr>
            </w:r>
            <w:r w:rsidR="00AB31DD">
              <w:rPr>
                <w:rFonts w:cs="Calibri"/>
                <w:sz w:val="24"/>
                <w:szCs w:val="24"/>
              </w:rPr>
              <w:fldChar w:fldCharType="separate"/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sz w:val="24"/>
                <w:szCs w:val="24"/>
              </w:rPr>
              <w:fldChar w:fldCharType="end"/>
            </w:r>
            <w:bookmarkEnd w:id="50"/>
          </w:p>
        </w:tc>
        <w:tc>
          <w:tcPr>
            <w:tcW w:w="4160" w:type="dxa"/>
            <w:gridSpan w:val="3"/>
            <w:shd w:val="clear" w:color="auto" w:fill="auto"/>
          </w:tcPr>
          <w:p w14:paraId="3C32DCFD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51" w:name="Text22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51"/>
          </w:p>
        </w:tc>
      </w:tr>
      <w:tr w:rsidR="003433C8" w:rsidRPr="00E75542" w14:paraId="0ECCC3A1" w14:textId="77777777" w:rsidTr="000E3171">
        <w:tc>
          <w:tcPr>
            <w:tcW w:w="6630" w:type="dxa"/>
            <w:gridSpan w:val="2"/>
            <w:shd w:val="clear" w:color="auto" w:fill="auto"/>
          </w:tcPr>
          <w:p w14:paraId="7A688499" w14:textId="77777777" w:rsidR="003433C8" w:rsidRPr="00E75542" w:rsidRDefault="003433C8" w:rsidP="00AB31DD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Repeatable information checked</w:t>
            </w:r>
            <w:r w:rsidR="00240162" w:rsidRPr="00E75542">
              <w:rPr>
                <w:rFonts w:cs="Calibri"/>
                <w:sz w:val="24"/>
                <w:szCs w:val="24"/>
              </w:rPr>
              <w:t xml:space="preserve">: </w:t>
            </w:r>
            <w:r w:rsidR="00AB31DD">
              <w:rPr>
                <w:rFonts w:cs="Calibri"/>
                <w:sz w:val="24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52" w:name="Text37"/>
            <w:r w:rsidR="00AB31DD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AB31DD">
              <w:rPr>
                <w:rFonts w:cs="Calibri"/>
                <w:sz w:val="24"/>
                <w:szCs w:val="24"/>
              </w:rPr>
            </w:r>
            <w:r w:rsidR="00AB31DD">
              <w:rPr>
                <w:rFonts w:cs="Calibri"/>
                <w:sz w:val="24"/>
                <w:szCs w:val="24"/>
              </w:rPr>
              <w:fldChar w:fldCharType="separate"/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sz w:val="24"/>
                <w:szCs w:val="24"/>
              </w:rPr>
              <w:fldChar w:fldCharType="end"/>
            </w:r>
            <w:bookmarkEnd w:id="52"/>
          </w:p>
        </w:tc>
        <w:tc>
          <w:tcPr>
            <w:tcW w:w="4160" w:type="dxa"/>
            <w:gridSpan w:val="3"/>
            <w:shd w:val="clear" w:color="auto" w:fill="auto"/>
          </w:tcPr>
          <w:p w14:paraId="16B3E7B5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3" w:name="Text23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53"/>
          </w:p>
        </w:tc>
      </w:tr>
      <w:tr w:rsidR="003433C8" w:rsidRPr="00E75542" w14:paraId="10E2995B" w14:textId="77777777" w:rsidTr="000E3171">
        <w:tc>
          <w:tcPr>
            <w:tcW w:w="6630" w:type="dxa"/>
            <w:gridSpan w:val="2"/>
            <w:shd w:val="clear" w:color="auto" w:fill="auto"/>
          </w:tcPr>
          <w:p w14:paraId="6079A5CB" w14:textId="77777777" w:rsidR="003433C8" w:rsidRPr="00E75542" w:rsidRDefault="003433C8" w:rsidP="00AB31DD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Enter the new active or inactive date</w:t>
            </w:r>
            <w:r w:rsidR="00240162" w:rsidRPr="00E75542">
              <w:rPr>
                <w:rFonts w:cs="Calibri"/>
                <w:sz w:val="24"/>
                <w:szCs w:val="24"/>
              </w:rPr>
              <w:t xml:space="preserve">: </w:t>
            </w:r>
            <w:r w:rsidR="00AB31DD">
              <w:rPr>
                <w:rFonts w:cs="Calibri"/>
                <w:sz w:val="24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54" w:name="Text38"/>
            <w:r w:rsidR="00AB31DD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AB31DD">
              <w:rPr>
                <w:rFonts w:cs="Calibri"/>
                <w:sz w:val="24"/>
                <w:szCs w:val="24"/>
              </w:rPr>
            </w:r>
            <w:r w:rsidR="00AB31DD">
              <w:rPr>
                <w:rFonts w:cs="Calibri"/>
                <w:sz w:val="24"/>
                <w:szCs w:val="24"/>
              </w:rPr>
              <w:fldChar w:fldCharType="separate"/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sz w:val="24"/>
                <w:szCs w:val="24"/>
              </w:rPr>
              <w:fldChar w:fldCharType="end"/>
            </w:r>
            <w:bookmarkEnd w:id="54"/>
          </w:p>
        </w:tc>
        <w:tc>
          <w:tcPr>
            <w:tcW w:w="4160" w:type="dxa"/>
            <w:gridSpan w:val="3"/>
            <w:shd w:val="clear" w:color="auto" w:fill="auto"/>
          </w:tcPr>
          <w:p w14:paraId="35DA4054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55" w:name="Text24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55"/>
          </w:p>
        </w:tc>
      </w:tr>
      <w:tr w:rsidR="00240162" w:rsidRPr="00E75542" w14:paraId="6C589FB5" w14:textId="77777777" w:rsidTr="000E3171">
        <w:tc>
          <w:tcPr>
            <w:tcW w:w="7683" w:type="dxa"/>
            <w:gridSpan w:val="3"/>
            <w:shd w:val="clear" w:color="auto" w:fill="auto"/>
          </w:tcPr>
          <w:p w14:paraId="6021EC6F" w14:textId="77777777" w:rsidR="00240162" w:rsidRPr="00E75542" w:rsidRDefault="00240162" w:rsidP="00AB31DD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Does Section Master need updating: </w:t>
            </w:r>
          </w:p>
        </w:tc>
        <w:tc>
          <w:tcPr>
            <w:tcW w:w="1415" w:type="dxa"/>
            <w:shd w:val="clear" w:color="auto" w:fill="auto"/>
          </w:tcPr>
          <w:p w14:paraId="107836E5" w14:textId="77777777" w:rsidR="00240162" w:rsidRPr="00E75542" w:rsidRDefault="00240162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Yes: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23"/>
            <w:r w:rsidR="00C86867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56"/>
          </w:p>
        </w:tc>
        <w:tc>
          <w:tcPr>
            <w:tcW w:w="1692" w:type="dxa"/>
            <w:shd w:val="clear" w:color="auto" w:fill="auto"/>
          </w:tcPr>
          <w:p w14:paraId="6EDE9720" w14:textId="77777777" w:rsidR="00240162" w:rsidRPr="00E75542" w:rsidRDefault="00240162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No: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24"/>
            <w:r w:rsidR="00C86867">
              <w:rPr>
                <w:rFonts w:cs="Calibri"/>
                <w:sz w:val="24"/>
                <w:szCs w:val="24"/>
              </w:rPr>
              <w:instrText xml:space="preserve"> FORMCHECKBOX </w:instrText>
            </w:r>
            <w:r w:rsidR="002079CA">
              <w:rPr>
                <w:rFonts w:cs="Calibri"/>
                <w:sz w:val="24"/>
                <w:szCs w:val="24"/>
              </w:rPr>
            </w:r>
            <w:r w:rsidR="002079CA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57"/>
          </w:p>
        </w:tc>
      </w:tr>
      <w:tr w:rsidR="003433C8" w:rsidRPr="00E75542" w14:paraId="6DAB3A59" w14:textId="77777777" w:rsidTr="000E3171">
        <w:tc>
          <w:tcPr>
            <w:tcW w:w="6630" w:type="dxa"/>
            <w:gridSpan w:val="2"/>
            <w:shd w:val="clear" w:color="auto" w:fill="auto"/>
          </w:tcPr>
          <w:p w14:paraId="1EF3D0FA" w14:textId="77777777" w:rsidR="003433C8" w:rsidRPr="00E75542" w:rsidRDefault="00240162" w:rsidP="00AB31DD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>Section Master updated i</w:t>
            </w:r>
            <w:r w:rsidR="00B32B76" w:rsidRPr="00E75542">
              <w:rPr>
                <w:rFonts w:cs="Calibri"/>
                <w:sz w:val="24"/>
                <w:szCs w:val="24"/>
              </w:rPr>
              <w:t>f</w:t>
            </w:r>
            <w:r w:rsidRPr="00E75542">
              <w:rPr>
                <w:rFonts w:cs="Calibri"/>
                <w:sz w:val="24"/>
                <w:szCs w:val="24"/>
              </w:rPr>
              <w:t xml:space="preserve"> applicable: </w:t>
            </w:r>
            <w:r w:rsidR="00AB31DD">
              <w:rPr>
                <w:rFonts w:cs="Calibri"/>
                <w:sz w:val="24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58" w:name="Text39"/>
            <w:r w:rsidR="00AB31DD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AB31DD">
              <w:rPr>
                <w:rFonts w:cs="Calibri"/>
                <w:sz w:val="24"/>
                <w:szCs w:val="24"/>
              </w:rPr>
            </w:r>
            <w:r w:rsidR="00AB31DD">
              <w:rPr>
                <w:rFonts w:cs="Calibri"/>
                <w:sz w:val="24"/>
                <w:szCs w:val="24"/>
              </w:rPr>
              <w:fldChar w:fldCharType="separate"/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sz w:val="24"/>
                <w:szCs w:val="24"/>
              </w:rPr>
              <w:fldChar w:fldCharType="end"/>
            </w:r>
            <w:bookmarkEnd w:id="58"/>
          </w:p>
        </w:tc>
        <w:tc>
          <w:tcPr>
            <w:tcW w:w="4160" w:type="dxa"/>
            <w:gridSpan w:val="3"/>
            <w:shd w:val="clear" w:color="auto" w:fill="auto"/>
          </w:tcPr>
          <w:p w14:paraId="0AA4C1CB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59" w:name="Text25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59"/>
          </w:p>
        </w:tc>
      </w:tr>
      <w:tr w:rsidR="00240162" w:rsidRPr="00E75542" w14:paraId="3E1BFB84" w14:textId="77777777" w:rsidTr="000E3171">
        <w:tc>
          <w:tcPr>
            <w:tcW w:w="6630" w:type="dxa"/>
            <w:gridSpan w:val="2"/>
            <w:shd w:val="clear" w:color="auto" w:fill="auto"/>
          </w:tcPr>
          <w:p w14:paraId="5CEA4B9C" w14:textId="77777777" w:rsidR="00240162" w:rsidRPr="00E75542" w:rsidRDefault="00240162" w:rsidP="00AB31DD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Pre/Co-Requisites updated: </w:t>
            </w:r>
            <w:r w:rsidR="00AB31DD">
              <w:rPr>
                <w:rFonts w:cs="Calibri"/>
                <w:sz w:val="24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60" w:name="Text40"/>
            <w:r w:rsidR="00AB31DD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AB31DD">
              <w:rPr>
                <w:rFonts w:cs="Calibri"/>
                <w:sz w:val="24"/>
                <w:szCs w:val="24"/>
              </w:rPr>
            </w:r>
            <w:r w:rsidR="00AB31DD">
              <w:rPr>
                <w:rFonts w:cs="Calibri"/>
                <w:sz w:val="24"/>
                <w:szCs w:val="24"/>
              </w:rPr>
              <w:fldChar w:fldCharType="separate"/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sz w:val="24"/>
                <w:szCs w:val="24"/>
              </w:rPr>
              <w:fldChar w:fldCharType="end"/>
            </w:r>
            <w:bookmarkEnd w:id="60"/>
          </w:p>
        </w:tc>
        <w:tc>
          <w:tcPr>
            <w:tcW w:w="4160" w:type="dxa"/>
            <w:gridSpan w:val="3"/>
            <w:shd w:val="clear" w:color="auto" w:fill="auto"/>
          </w:tcPr>
          <w:p w14:paraId="23639370" w14:textId="77777777" w:rsidR="00240162" w:rsidRPr="00E75542" w:rsidRDefault="00240162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61" w:name="Text26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61"/>
          </w:p>
        </w:tc>
      </w:tr>
      <w:tr w:rsidR="003433C8" w:rsidRPr="00E75542" w14:paraId="39B14D52" w14:textId="77777777" w:rsidTr="000E3171">
        <w:tc>
          <w:tcPr>
            <w:tcW w:w="6630" w:type="dxa"/>
            <w:gridSpan w:val="2"/>
            <w:shd w:val="clear" w:color="auto" w:fill="auto"/>
          </w:tcPr>
          <w:p w14:paraId="528CC9E6" w14:textId="77777777" w:rsidR="003433C8" w:rsidRPr="00E75542" w:rsidRDefault="00240162" w:rsidP="00AB31DD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Confirmed on: </w:t>
            </w:r>
            <w:r w:rsidR="00AB31DD">
              <w:rPr>
                <w:rFonts w:cs="Calibri"/>
                <w:sz w:val="24"/>
                <w:szCs w:val="24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62" w:name="Text41"/>
            <w:r w:rsidR="00AB31DD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AB31DD">
              <w:rPr>
                <w:rFonts w:cs="Calibri"/>
                <w:sz w:val="24"/>
                <w:szCs w:val="24"/>
              </w:rPr>
            </w:r>
            <w:r w:rsidR="00AB31DD">
              <w:rPr>
                <w:rFonts w:cs="Calibri"/>
                <w:sz w:val="24"/>
                <w:szCs w:val="24"/>
              </w:rPr>
              <w:fldChar w:fldCharType="separate"/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noProof/>
                <w:sz w:val="24"/>
                <w:szCs w:val="24"/>
              </w:rPr>
              <w:t> </w:t>
            </w:r>
            <w:r w:rsidR="00AB31DD">
              <w:rPr>
                <w:rFonts w:cs="Calibri"/>
                <w:sz w:val="24"/>
                <w:szCs w:val="24"/>
              </w:rPr>
              <w:fldChar w:fldCharType="end"/>
            </w:r>
            <w:bookmarkEnd w:id="62"/>
          </w:p>
        </w:tc>
        <w:tc>
          <w:tcPr>
            <w:tcW w:w="4160" w:type="dxa"/>
            <w:gridSpan w:val="3"/>
            <w:shd w:val="clear" w:color="auto" w:fill="auto"/>
          </w:tcPr>
          <w:p w14:paraId="7E2A5950" w14:textId="77777777" w:rsidR="003433C8" w:rsidRPr="00E75542" w:rsidRDefault="003433C8" w:rsidP="003433C8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 w:rsidR="00C86867">
              <w:rPr>
                <w:rFonts w:cs="Calibri"/>
                <w:sz w:val="24"/>
                <w:szCs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63" w:name="Text27"/>
            <w:r w:rsidR="00C86867">
              <w:rPr>
                <w:rFonts w:cs="Calibri"/>
                <w:sz w:val="24"/>
                <w:szCs w:val="24"/>
              </w:rPr>
              <w:instrText xml:space="preserve"> FORMTEXT </w:instrText>
            </w:r>
            <w:r w:rsidR="00C86867">
              <w:rPr>
                <w:rFonts w:cs="Calibri"/>
                <w:sz w:val="24"/>
                <w:szCs w:val="24"/>
              </w:rPr>
            </w:r>
            <w:r w:rsidR="00C86867">
              <w:rPr>
                <w:rFonts w:cs="Calibri"/>
                <w:sz w:val="24"/>
                <w:szCs w:val="24"/>
              </w:rPr>
              <w:fldChar w:fldCharType="separate"/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noProof/>
                <w:sz w:val="24"/>
                <w:szCs w:val="24"/>
              </w:rPr>
              <w:t> </w:t>
            </w:r>
            <w:r w:rsidR="00C86867">
              <w:rPr>
                <w:rFonts w:cs="Calibri"/>
                <w:sz w:val="24"/>
                <w:szCs w:val="24"/>
              </w:rPr>
              <w:fldChar w:fldCharType="end"/>
            </w:r>
            <w:bookmarkEnd w:id="63"/>
          </w:p>
        </w:tc>
      </w:tr>
      <w:tr w:rsidR="000E3171" w:rsidRPr="00E75542" w14:paraId="118EB371" w14:textId="77777777" w:rsidTr="000E3171">
        <w:tc>
          <w:tcPr>
            <w:tcW w:w="6630" w:type="dxa"/>
            <w:gridSpan w:val="2"/>
            <w:shd w:val="clear" w:color="auto" w:fill="auto"/>
          </w:tcPr>
          <w:p w14:paraId="61F014FC" w14:textId="77777777" w:rsidR="000E3171" w:rsidRPr="00E75542" w:rsidRDefault="000E3171" w:rsidP="000E3171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Advising trees updated as applicable</w:t>
            </w:r>
            <w:r w:rsidRPr="00E75542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  <w:tc>
          <w:tcPr>
            <w:tcW w:w="4160" w:type="dxa"/>
            <w:gridSpan w:val="3"/>
            <w:shd w:val="clear" w:color="auto" w:fill="auto"/>
          </w:tcPr>
          <w:p w14:paraId="5261EB5A" w14:textId="77777777" w:rsidR="000E3171" w:rsidRPr="00E75542" w:rsidRDefault="000E3171" w:rsidP="000E3171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noProof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  <w:tr w:rsidR="000E3171" w:rsidRPr="00E75542" w14:paraId="5B5C0999" w14:textId="77777777" w:rsidTr="000E3171">
        <w:tc>
          <w:tcPr>
            <w:tcW w:w="6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9E10" w14:textId="77777777" w:rsidR="000E3171" w:rsidRPr="00E75542" w:rsidRDefault="000E3171" w:rsidP="00056FF1">
            <w:pPr>
              <w:pStyle w:val="NoSpacing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Updated in Acalog</w:t>
            </w:r>
            <w:r w:rsidRPr="00E75542">
              <w:rPr>
                <w:rFonts w:cs="Calibri"/>
                <w:sz w:val="24"/>
                <w:szCs w:val="24"/>
              </w:rPr>
              <w:t xml:space="preserve">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AA581" w14:textId="77777777" w:rsidR="000E3171" w:rsidRPr="00E75542" w:rsidRDefault="000E3171" w:rsidP="00056FF1">
            <w:pPr>
              <w:pStyle w:val="NoSpacing"/>
              <w:rPr>
                <w:rFonts w:cs="Calibri"/>
                <w:sz w:val="24"/>
                <w:szCs w:val="24"/>
              </w:rPr>
            </w:pPr>
            <w:r w:rsidRPr="00E75542">
              <w:rPr>
                <w:rFonts w:cs="Calibri"/>
                <w:sz w:val="24"/>
                <w:szCs w:val="24"/>
              </w:rPr>
              <w:t xml:space="preserve">Date: </w:t>
            </w:r>
            <w:r>
              <w:rPr>
                <w:rFonts w:cs="Calibri"/>
                <w:sz w:val="24"/>
                <w:szCs w:val="24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cs="Calibri"/>
                <w:sz w:val="24"/>
                <w:szCs w:val="24"/>
              </w:rPr>
              <w:instrText xml:space="preserve"> FORMTEXT </w:instrText>
            </w:r>
            <w:r>
              <w:rPr>
                <w:rFonts w:cs="Calibri"/>
                <w:sz w:val="24"/>
                <w:szCs w:val="24"/>
              </w:rPr>
            </w:r>
            <w:r>
              <w:rPr>
                <w:rFonts w:cs="Calibri"/>
                <w:sz w:val="24"/>
                <w:szCs w:val="24"/>
              </w:rPr>
              <w:fldChar w:fldCharType="separate"/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t> </w:t>
            </w:r>
            <w:r>
              <w:rPr>
                <w:rFonts w:cs="Calibri"/>
                <w:sz w:val="24"/>
                <w:szCs w:val="24"/>
              </w:rPr>
              <w:fldChar w:fldCharType="end"/>
            </w:r>
          </w:p>
        </w:tc>
      </w:tr>
    </w:tbl>
    <w:p w14:paraId="74E91436" w14:textId="77777777" w:rsidR="002A4F3A" w:rsidRPr="00AE3439" w:rsidRDefault="002A4F3A" w:rsidP="00AE3439"/>
    <w:sectPr w:rsidR="002A4F3A" w:rsidRPr="00AE3439" w:rsidSect="006A01C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807B4" w14:textId="77777777" w:rsidR="00276ECC" w:rsidRDefault="00276ECC" w:rsidP="006A01C9">
      <w:pPr>
        <w:spacing w:after="0" w:line="240" w:lineRule="auto"/>
      </w:pPr>
      <w:r>
        <w:separator/>
      </w:r>
    </w:p>
  </w:endnote>
  <w:endnote w:type="continuationSeparator" w:id="0">
    <w:p w14:paraId="0B928158" w14:textId="77777777" w:rsidR="00276ECC" w:rsidRDefault="00276ECC" w:rsidP="006A0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157D" w14:textId="77777777" w:rsidR="00452467" w:rsidRDefault="004524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1FE2A" w14:textId="77777777" w:rsidR="006A01C9" w:rsidRDefault="00FF6016" w:rsidP="00FF6016">
    <w:pPr>
      <w:pStyle w:val="Footer"/>
      <w:ind w:firstLine="4320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A0172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A0172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9ABD1" w14:textId="560C08A5" w:rsidR="009707C6" w:rsidRPr="00452467" w:rsidRDefault="009707C6" w:rsidP="00452467">
    <w:pPr>
      <w:pStyle w:val="Footer"/>
      <w:jc w:val="center"/>
      <w:rPr>
        <w:sz w:val="26"/>
        <w:szCs w:val="26"/>
      </w:rPr>
    </w:pPr>
    <w:proofErr w:type="gramStart"/>
    <w:r w:rsidRPr="00452467">
      <w:rPr>
        <w:sz w:val="26"/>
        <w:szCs w:val="26"/>
      </w:rPr>
      <w:t>Continued on</w:t>
    </w:r>
    <w:proofErr w:type="gramEnd"/>
    <w:r w:rsidRPr="00452467">
      <w:rPr>
        <w:sz w:val="26"/>
        <w:szCs w:val="26"/>
      </w:rPr>
      <w:t xml:space="preserve"> Next 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793AB" w14:textId="77777777" w:rsidR="00276ECC" w:rsidRDefault="00276ECC" w:rsidP="006A01C9">
      <w:pPr>
        <w:spacing w:after="0" w:line="240" w:lineRule="auto"/>
      </w:pPr>
      <w:r>
        <w:separator/>
      </w:r>
    </w:p>
  </w:footnote>
  <w:footnote w:type="continuationSeparator" w:id="0">
    <w:p w14:paraId="6D0E4C14" w14:textId="77777777" w:rsidR="00276ECC" w:rsidRDefault="00276ECC" w:rsidP="006A0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B3722" w14:textId="77777777" w:rsidR="00452467" w:rsidRDefault="004524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A3F3" w14:textId="77777777" w:rsidR="00452467" w:rsidRPr="00452467" w:rsidRDefault="00452467" w:rsidP="004524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9F2F" w14:textId="77777777" w:rsidR="00452467" w:rsidRDefault="004524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GKtRG/Yanf3oJhw49autuwO8qCNITkO5rmpMLp0BHhS0Rt91EFTeOAqKIB0LTHRco9FXLvq/tmXwu0WpR9l5vg==" w:salt="f6w9BcAN8Ws/SZzRkfS9G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F13"/>
    <w:rsid w:val="00006C5D"/>
    <w:rsid w:val="00027B68"/>
    <w:rsid w:val="00051789"/>
    <w:rsid w:val="000870B8"/>
    <w:rsid w:val="00092F13"/>
    <w:rsid w:val="000B6687"/>
    <w:rsid w:val="000E1A85"/>
    <w:rsid w:val="000E3171"/>
    <w:rsid w:val="00125350"/>
    <w:rsid w:val="00130684"/>
    <w:rsid w:val="00140059"/>
    <w:rsid w:val="00146162"/>
    <w:rsid w:val="001707AF"/>
    <w:rsid w:val="00176082"/>
    <w:rsid w:val="001A5B40"/>
    <w:rsid w:val="001D1FE6"/>
    <w:rsid w:val="001F7526"/>
    <w:rsid w:val="002079CA"/>
    <w:rsid w:val="002375E3"/>
    <w:rsid w:val="00240162"/>
    <w:rsid w:val="0025178D"/>
    <w:rsid w:val="00262958"/>
    <w:rsid w:val="00263AD1"/>
    <w:rsid w:val="00276ECC"/>
    <w:rsid w:val="00290DEC"/>
    <w:rsid w:val="002A004B"/>
    <w:rsid w:val="002A4F3A"/>
    <w:rsid w:val="002C31BD"/>
    <w:rsid w:val="002C4B5E"/>
    <w:rsid w:val="002C756F"/>
    <w:rsid w:val="003433C8"/>
    <w:rsid w:val="003502F1"/>
    <w:rsid w:val="00391719"/>
    <w:rsid w:val="003B5296"/>
    <w:rsid w:val="00432039"/>
    <w:rsid w:val="00452467"/>
    <w:rsid w:val="004561C3"/>
    <w:rsid w:val="00472473"/>
    <w:rsid w:val="004973F4"/>
    <w:rsid w:val="004A404D"/>
    <w:rsid w:val="004A7015"/>
    <w:rsid w:val="00543DF3"/>
    <w:rsid w:val="00553F29"/>
    <w:rsid w:val="005632FC"/>
    <w:rsid w:val="005D70C9"/>
    <w:rsid w:val="005E0F38"/>
    <w:rsid w:val="00607A63"/>
    <w:rsid w:val="0064467D"/>
    <w:rsid w:val="0064545F"/>
    <w:rsid w:val="0064769D"/>
    <w:rsid w:val="00650A87"/>
    <w:rsid w:val="0068702D"/>
    <w:rsid w:val="00692388"/>
    <w:rsid w:val="006948CB"/>
    <w:rsid w:val="006A01C9"/>
    <w:rsid w:val="006B50A0"/>
    <w:rsid w:val="006B6474"/>
    <w:rsid w:val="006F4C41"/>
    <w:rsid w:val="0070170A"/>
    <w:rsid w:val="00735395"/>
    <w:rsid w:val="00765028"/>
    <w:rsid w:val="00775447"/>
    <w:rsid w:val="007A4638"/>
    <w:rsid w:val="0080469C"/>
    <w:rsid w:val="008B05B3"/>
    <w:rsid w:val="008B4EE0"/>
    <w:rsid w:val="008B68F7"/>
    <w:rsid w:val="008C5E35"/>
    <w:rsid w:val="008D595D"/>
    <w:rsid w:val="008E0142"/>
    <w:rsid w:val="008E2AE5"/>
    <w:rsid w:val="009001A9"/>
    <w:rsid w:val="00907A51"/>
    <w:rsid w:val="00911E25"/>
    <w:rsid w:val="00957898"/>
    <w:rsid w:val="009707C6"/>
    <w:rsid w:val="009707F5"/>
    <w:rsid w:val="009924AB"/>
    <w:rsid w:val="00992BD6"/>
    <w:rsid w:val="009944D3"/>
    <w:rsid w:val="009A6661"/>
    <w:rsid w:val="009B5A7B"/>
    <w:rsid w:val="009B725E"/>
    <w:rsid w:val="009E72DA"/>
    <w:rsid w:val="009F1BB2"/>
    <w:rsid w:val="009F50C2"/>
    <w:rsid w:val="00A01723"/>
    <w:rsid w:val="00A02447"/>
    <w:rsid w:val="00A1257E"/>
    <w:rsid w:val="00A15224"/>
    <w:rsid w:val="00A25E10"/>
    <w:rsid w:val="00A342D3"/>
    <w:rsid w:val="00A3532D"/>
    <w:rsid w:val="00A418EB"/>
    <w:rsid w:val="00A42698"/>
    <w:rsid w:val="00A55157"/>
    <w:rsid w:val="00A64625"/>
    <w:rsid w:val="00AB31DD"/>
    <w:rsid w:val="00AD180F"/>
    <w:rsid w:val="00AD2370"/>
    <w:rsid w:val="00AD4768"/>
    <w:rsid w:val="00AE3439"/>
    <w:rsid w:val="00AF0500"/>
    <w:rsid w:val="00AF733F"/>
    <w:rsid w:val="00B169C1"/>
    <w:rsid w:val="00B32B76"/>
    <w:rsid w:val="00B4578A"/>
    <w:rsid w:val="00B86500"/>
    <w:rsid w:val="00B9384F"/>
    <w:rsid w:val="00BA4626"/>
    <w:rsid w:val="00C22DC4"/>
    <w:rsid w:val="00C56193"/>
    <w:rsid w:val="00C7176B"/>
    <w:rsid w:val="00C82190"/>
    <w:rsid w:val="00C86867"/>
    <w:rsid w:val="00CD5AE5"/>
    <w:rsid w:val="00CF2809"/>
    <w:rsid w:val="00CF6276"/>
    <w:rsid w:val="00CF6EA5"/>
    <w:rsid w:val="00D0445E"/>
    <w:rsid w:val="00D10548"/>
    <w:rsid w:val="00D52006"/>
    <w:rsid w:val="00D55C0A"/>
    <w:rsid w:val="00D80747"/>
    <w:rsid w:val="00D82C32"/>
    <w:rsid w:val="00E10F1E"/>
    <w:rsid w:val="00E75542"/>
    <w:rsid w:val="00EA1E93"/>
    <w:rsid w:val="00EA4809"/>
    <w:rsid w:val="00EA5B4F"/>
    <w:rsid w:val="00EC4947"/>
    <w:rsid w:val="00ED2912"/>
    <w:rsid w:val="00F45202"/>
    <w:rsid w:val="00F51FEF"/>
    <w:rsid w:val="00F9544C"/>
    <w:rsid w:val="00FB4631"/>
    <w:rsid w:val="00FD0779"/>
    <w:rsid w:val="00FD77DC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1A72B"/>
  <w15:chartTrackingRefBased/>
  <w15:docId w15:val="{9D661784-FBDB-4C68-8CC2-D7F96120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F3A"/>
    <w:rPr>
      <w:rFonts w:eastAsia="Calibri"/>
      <w:sz w:val="22"/>
      <w:szCs w:val="22"/>
    </w:rPr>
  </w:style>
  <w:style w:type="character" w:styleId="Hyperlink">
    <w:name w:val="Hyperlink"/>
    <w:uiPriority w:val="99"/>
    <w:unhideWhenUsed/>
    <w:rsid w:val="002A4F3A"/>
    <w:rPr>
      <w:color w:val="0000FF"/>
      <w:u w:val="single"/>
    </w:rPr>
  </w:style>
  <w:style w:type="table" w:styleId="TableGrid">
    <w:name w:val="Table Grid"/>
    <w:basedOn w:val="TableNormal"/>
    <w:uiPriority w:val="59"/>
    <w:rsid w:val="002A4F3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A4F3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A4F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01C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A01C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A01C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A01C9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D5A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D5A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5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registrar@northland.ed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egistrar@northland.edu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beeksma\Application%20Data\Microsoft\Templates\COURSE%20MOD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EF6EF2C690EB4E8E3ADEC7255A964C" ma:contentTypeVersion="0" ma:contentTypeDescription="Create a new document." ma:contentTypeScope="" ma:versionID="425b58b2d5e131ddb5c739759ce022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D7EBA1-176C-4B8C-804B-63DD856DD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C723B1-DB7A-49DA-8807-2947F27184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5F030A-78A8-4526-A16F-140D76495DB8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63DA339-8421-45F4-BD8C-41F635ED2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COURSE MODIFICATION</Template>
  <TotalTime>58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Northland College</Company>
  <LinksUpToDate>false</LinksUpToDate>
  <CharactersWithSpaces>4990</CharactersWithSpaces>
  <SharedDoc>false</SharedDoc>
  <HLinks>
    <vt:vector size="6" baseType="variant">
      <vt:variant>
        <vt:i4>6619200</vt:i4>
      </vt:variant>
      <vt:variant>
        <vt:i4>0</vt:i4>
      </vt:variant>
      <vt:variant>
        <vt:i4>0</vt:i4>
      </vt:variant>
      <vt:variant>
        <vt:i4>5</vt:i4>
      </vt:variant>
      <vt:variant>
        <vt:lpwstr>mailto:Registrar@Northland.edu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Beeksma</dc:creator>
  <cp:keywords/>
  <dc:description/>
  <cp:lastModifiedBy>Michelle Kainz</cp:lastModifiedBy>
  <cp:revision>18</cp:revision>
  <dcterms:created xsi:type="dcterms:W3CDTF">2021-07-06T16:48:00Z</dcterms:created>
  <dcterms:modified xsi:type="dcterms:W3CDTF">2023-01-06T21:29:00Z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0x0101005DEF6EF2C690EB4E8E3ADEC7255A964C</vt:lpwstr>
  </property>
</Properties>
</file>